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F6A6CD" w14:textId="77777777" w:rsidR="006E5D65" w:rsidRPr="00CE6A47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CE6A47">
        <w:rPr>
          <w:rFonts w:ascii="Corbel" w:hAnsi="Corbel"/>
          <w:b/>
          <w:bCs/>
        </w:rPr>
        <w:tab/>
      </w:r>
      <w:r w:rsidRPr="00CE6A47">
        <w:rPr>
          <w:rFonts w:ascii="Corbel" w:hAnsi="Corbel"/>
          <w:b/>
          <w:bCs/>
        </w:rPr>
        <w:tab/>
      </w:r>
      <w:r w:rsidRPr="00CE6A47">
        <w:rPr>
          <w:rFonts w:ascii="Corbel" w:hAnsi="Corbel"/>
          <w:b/>
          <w:bCs/>
        </w:rPr>
        <w:tab/>
      </w:r>
      <w:r w:rsidRPr="00CE6A47">
        <w:rPr>
          <w:rFonts w:ascii="Corbel" w:hAnsi="Corbel"/>
          <w:b/>
          <w:bCs/>
        </w:rPr>
        <w:tab/>
      </w:r>
      <w:r w:rsidRPr="00CE6A47">
        <w:rPr>
          <w:rFonts w:ascii="Corbel" w:hAnsi="Corbel"/>
          <w:b/>
          <w:bCs/>
        </w:rPr>
        <w:tab/>
      </w:r>
      <w:r w:rsidRPr="00CE6A47">
        <w:rPr>
          <w:rFonts w:ascii="Corbel" w:hAnsi="Corbel"/>
          <w:b/>
          <w:bCs/>
        </w:rPr>
        <w:tab/>
      </w:r>
      <w:r w:rsidR="00D8678B" w:rsidRPr="00CE6A47">
        <w:rPr>
          <w:rFonts w:ascii="Corbel" w:hAnsi="Corbel"/>
          <w:bCs/>
          <w:i/>
        </w:rPr>
        <w:t xml:space="preserve">Załącznik nr </w:t>
      </w:r>
      <w:r w:rsidR="006F31E2" w:rsidRPr="00CE6A47">
        <w:rPr>
          <w:rFonts w:ascii="Corbel" w:hAnsi="Corbel"/>
          <w:bCs/>
          <w:i/>
        </w:rPr>
        <w:t>1.5</w:t>
      </w:r>
      <w:r w:rsidR="00D8678B" w:rsidRPr="00CE6A47">
        <w:rPr>
          <w:rFonts w:ascii="Corbel" w:hAnsi="Corbel"/>
          <w:bCs/>
          <w:i/>
        </w:rPr>
        <w:t xml:space="preserve"> do Zarządzenia</w:t>
      </w:r>
      <w:r w:rsidR="002A22BF" w:rsidRPr="00CE6A47">
        <w:rPr>
          <w:rFonts w:ascii="Corbel" w:hAnsi="Corbel"/>
          <w:bCs/>
          <w:i/>
        </w:rPr>
        <w:t xml:space="preserve"> Rektora UR </w:t>
      </w:r>
      <w:r w:rsidRPr="00CE6A47">
        <w:rPr>
          <w:rFonts w:ascii="Corbel" w:hAnsi="Corbel"/>
          <w:bCs/>
          <w:i/>
        </w:rPr>
        <w:t xml:space="preserve"> nr </w:t>
      </w:r>
      <w:r w:rsidR="00F17567" w:rsidRPr="00CE6A47">
        <w:rPr>
          <w:rFonts w:ascii="Corbel" w:hAnsi="Corbel"/>
          <w:bCs/>
          <w:i/>
        </w:rPr>
        <w:t>12/2019</w:t>
      </w:r>
    </w:p>
    <w:p w14:paraId="4669DE97" w14:textId="77777777" w:rsidR="0085747A" w:rsidRPr="00CE6A4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E6A47">
        <w:rPr>
          <w:rFonts w:ascii="Corbel" w:hAnsi="Corbel"/>
          <w:b/>
          <w:smallCaps/>
          <w:sz w:val="24"/>
          <w:szCs w:val="24"/>
        </w:rPr>
        <w:t>SYLABUS</w:t>
      </w:r>
    </w:p>
    <w:p w14:paraId="668D11B5" w14:textId="63621B37" w:rsidR="0085747A" w:rsidRPr="00CE6A47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E6A47">
        <w:rPr>
          <w:rFonts w:ascii="Corbel" w:hAnsi="Corbel"/>
          <w:b/>
          <w:smallCaps/>
          <w:sz w:val="24"/>
          <w:szCs w:val="24"/>
        </w:rPr>
        <w:t>dotyczy cyklu kształcenia</w:t>
      </w:r>
      <w:r w:rsidR="006446B5" w:rsidRPr="00CE6A47">
        <w:rPr>
          <w:rFonts w:ascii="Corbel" w:hAnsi="Corbel"/>
          <w:i/>
          <w:smallCaps/>
          <w:sz w:val="24"/>
          <w:szCs w:val="24"/>
        </w:rPr>
        <w:t xml:space="preserve"> </w:t>
      </w:r>
      <w:r w:rsidR="00CE6A47" w:rsidRPr="00CE6A47">
        <w:rPr>
          <w:rFonts w:ascii="Corbel" w:hAnsi="Corbel"/>
          <w:i/>
          <w:smallCaps/>
          <w:sz w:val="24"/>
          <w:szCs w:val="24"/>
        </w:rPr>
        <w:t>2021–2024</w:t>
      </w:r>
    </w:p>
    <w:p w14:paraId="4CED3833" w14:textId="77777777" w:rsidR="0085747A" w:rsidRPr="00CE6A47" w:rsidRDefault="0085747A" w:rsidP="00CE6A47">
      <w:pPr>
        <w:spacing w:after="0" w:line="240" w:lineRule="exact"/>
        <w:ind w:left="2124" w:firstLine="708"/>
        <w:jc w:val="center"/>
        <w:rPr>
          <w:rFonts w:ascii="Corbel" w:hAnsi="Corbel"/>
          <w:sz w:val="20"/>
          <w:szCs w:val="20"/>
        </w:rPr>
      </w:pPr>
      <w:r w:rsidRPr="00CE6A47">
        <w:rPr>
          <w:rFonts w:ascii="Corbel" w:hAnsi="Corbel"/>
          <w:i/>
          <w:sz w:val="20"/>
          <w:szCs w:val="20"/>
        </w:rPr>
        <w:t>(skrajne daty</w:t>
      </w:r>
      <w:r w:rsidRPr="00CE6A47">
        <w:rPr>
          <w:rFonts w:ascii="Corbel" w:hAnsi="Corbel"/>
          <w:sz w:val="20"/>
          <w:szCs w:val="20"/>
        </w:rPr>
        <w:t>)</w:t>
      </w:r>
    </w:p>
    <w:p w14:paraId="4391E880" w14:textId="2D3C1EF1" w:rsidR="00445970" w:rsidRPr="00CE6A47" w:rsidRDefault="00CE6A47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CE6A47">
        <w:rPr>
          <w:rFonts w:ascii="Corbel" w:hAnsi="Corbel"/>
          <w:sz w:val="20"/>
          <w:szCs w:val="20"/>
        </w:rPr>
        <w:tab/>
      </w:r>
      <w:r w:rsidRPr="00CE6A47">
        <w:rPr>
          <w:rFonts w:ascii="Corbel" w:hAnsi="Corbel"/>
          <w:sz w:val="20"/>
          <w:szCs w:val="20"/>
        </w:rPr>
        <w:tab/>
      </w:r>
      <w:r w:rsidR="00445970" w:rsidRPr="00CE6A47">
        <w:rPr>
          <w:rFonts w:ascii="Corbel" w:hAnsi="Corbel"/>
          <w:sz w:val="20"/>
          <w:szCs w:val="20"/>
        </w:rPr>
        <w:tab/>
      </w:r>
      <w:r w:rsidR="00445970" w:rsidRPr="00CE6A47">
        <w:rPr>
          <w:rFonts w:ascii="Corbel" w:hAnsi="Corbel"/>
          <w:sz w:val="20"/>
          <w:szCs w:val="20"/>
        </w:rPr>
        <w:tab/>
      </w:r>
      <w:r w:rsidR="00445970" w:rsidRPr="00CE6A47">
        <w:rPr>
          <w:rFonts w:ascii="Corbel" w:hAnsi="Corbel"/>
          <w:sz w:val="20"/>
          <w:szCs w:val="20"/>
        </w:rPr>
        <w:tab/>
      </w:r>
      <w:r w:rsidR="00445970" w:rsidRPr="00CE6A47">
        <w:rPr>
          <w:rFonts w:ascii="Corbel" w:hAnsi="Corbel"/>
          <w:sz w:val="20"/>
          <w:szCs w:val="20"/>
        </w:rPr>
        <w:tab/>
        <w:t>R</w:t>
      </w:r>
      <w:r w:rsidR="007936AB" w:rsidRPr="00CE6A47">
        <w:rPr>
          <w:rFonts w:ascii="Corbel" w:hAnsi="Corbel"/>
          <w:sz w:val="20"/>
          <w:szCs w:val="20"/>
        </w:rPr>
        <w:t xml:space="preserve">ok akademicki </w:t>
      </w:r>
      <w:r w:rsidRPr="00CE6A47">
        <w:rPr>
          <w:rFonts w:ascii="Corbel" w:hAnsi="Corbel"/>
          <w:sz w:val="20"/>
          <w:szCs w:val="20"/>
        </w:rPr>
        <w:t>2023/2024</w:t>
      </w:r>
    </w:p>
    <w:p w14:paraId="4F914686" w14:textId="77777777" w:rsidR="0085747A" w:rsidRPr="00CE6A4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34B5C39" w14:textId="77777777" w:rsidR="0085747A" w:rsidRPr="00CE6A47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E6A47">
        <w:rPr>
          <w:rFonts w:ascii="Corbel" w:hAnsi="Corbel"/>
          <w:szCs w:val="24"/>
        </w:rPr>
        <w:t xml:space="preserve">1. </w:t>
      </w:r>
      <w:r w:rsidR="0085747A" w:rsidRPr="00CE6A47">
        <w:rPr>
          <w:rFonts w:ascii="Corbel" w:hAnsi="Corbel"/>
          <w:szCs w:val="24"/>
        </w:rPr>
        <w:t xml:space="preserve">Podstawowe </w:t>
      </w:r>
      <w:r w:rsidR="00445970" w:rsidRPr="00CE6A47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E6A47" w14:paraId="075BB164" w14:textId="77777777" w:rsidTr="00B819C8">
        <w:tc>
          <w:tcPr>
            <w:tcW w:w="2694" w:type="dxa"/>
            <w:vAlign w:val="center"/>
          </w:tcPr>
          <w:p w14:paraId="4D1DAC81" w14:textId="77777777" w:rsidR="0085747A" w:rsidRPr="00CE6A4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E6A47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66FBABE" w14:textId="77777777" w:rsidR="0085747A" w:rsidRPr="008D4C49" w:rsidRDefault="007936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8D4C49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Socjologia zdrowia i choroby</w:t>
            </w:r>
          </w:p>
        </w:tc>
      </w:tr>
      <w:tr w:rsidR="006446B5" w:rsidRPr="00CE6A47" w14:paraId="6A21209D" w14:textId="77777777" w:rsidTr="00B819C8">
        <w:tc>
          <w:tcPr>
            <w:tcW w:w="2694" w:type="dxa"/>
            <w:vAlign w:val="center"/>
          </w:tcPr>
          <w:p w14:paraId="63B0FCCD" w14:textId="77777777" w:rsidR="006446B5" w:rsidRPr="00CE6A47" w:rsidRDefault="006446B5" w:rsidP="00144C2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E6A47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7DF3C83" w14:textId="77777777" w:rsidR="006446B5" w:rsidRPr="00CE6A47" w:rsidRDefault="002C2B80" w:rsidP="002C2B80">
            <w:pPr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r w:rsidRPr="00CE6A47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P1S[5]F_06 </w:t>
            </w:r>
          </w:p>
        </w:tc>
      </w:tr>
      <w:tr w:rsidR="006446B5" w:rsidRPr="00CE6A47" w14:paraId="43E147B7" w14:textId="77777777" w:rsidTr="00B819C8">
        <w:tc>
          <w:tcPr>
            <w:tcW w:w="2694" w:type="dxa"/>
            <w:vAlign w:val="center"/>
          </w:tcPr>
          <w:p w14:paraId="13ED1BA0" w14:textId="77777777" w:rsidR="006446B5" w:rsidRPr="00CE6A47" w:rsidRDefault="006446B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E6A47">
              <w:rPr>
                <w:rFonts w:ascii="Corbel" w:hAnsi="Corbel"/>
                <w:sz w:val="24"/>
                <w:szCs w:val="24"/>
                <w:lang w:val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A4994E2" w14:textId="77777777" w:rsidR="006446B5" w:rsidRPr="00CE6A47" w:rsidRDefault="006446B5" w:rsidP="002D0A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6A47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446B5" w:rsidRPr="00CE6A47" w14:paraId="4B4591FB" w14:textId="77777777" w:rsidTr="00B819C8">
        <w:tc>
          <w:tcPr>
            <w:tcW w:w="2694" w:type="dxa"/>
            <w:vAlign w:val="center"/>
          </w:tcPr>
          <w:p w14:paraId="3489185D" w14:textId="77777777" w:rsidR="006446B5" w:rsidRPr="00CE6A47" w:rsidRDefault="006446B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E6A4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A787C4F" w14:textId="77777777" w:rsidR="006446B5" w:rsidRPr="00CE6A47" w:rsidRDefault="006446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E6A47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446B5" w:rsidRPr="00CE6A47" w14:paraId="5641C720" w14:textId="77777777" w:rsidTr="00B819C8">
        <w:tc>
          <w:tcPr>
            <w:tcW w:w="2694" w:type="dxa"/>
            <w:vAlign w:val="center"/>
          </w:tcPr>
          <w:p w14:paraId="46FE1543" w14:textId="77777777" w:rsidR="006446B5" w:rsidRPr="00CE6A47" w:rsidRDefault="006446B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E6A4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C828555" w14:textId="5046A7BB" w:rsidR="006446B5" w:rsidRPr="00CE6A47" w:rsidRDefault="006446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E6A4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Praca </w:t>
            </w:r>
            <w:r w:rsidR="008D4C49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CE6A47">
              <w:rPr>
                <w:rFonts w:ascii="Corbel" w:hAnsi="Corbel"/>
                <w:b w:val="0"/>
                <w:color w:val="auto"/>
                <w:sz w:val="24"/>
                <w:szCs w:val="24"/>
              </w:rPr>
              <w:t>ocjalna</w:t>
            </w:r>
          </w:p>
        </w:tc>
      </w:tr>
      <w:tr w:rsidR="006446B5" w:rsidRPr="00CE6A47" w14:paraId="047A39FF" w14:textId="77777777" w:rsidTr="00B819C8">
        <w:tc>
          <w:tcPr>
            <w:tcW w:w="2694" w:type="dxa"/>
            <w:vAlign w:val="center"/>
          </w:tcPr>
          <w:p w14:paraId="3480E7C6" w14:textId="77777777" w:rsidR="006446B5" w:rsidRPr="00CE6A47" w:rsidRDefault="006446B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E6A47">
              <w:rPr>
                <w:rFonts w:ascii="Corbel" w:hAnsi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04865E7" w14:textId="77777777" w:rsidR="006446B5" w:rsidRPr="00CE6A47" w:rsidRDefault="006446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E6A47">
              <w:rPr>
                <w:rFonts w:ascii="Corbel" w:hAnsi="Corbel"/>
                <w:b w:val="0"/>
                <w:color w:val="auto"/>
                <w:sz w:val="24"/>
                <w:szCs w:val="24"/>
              </w:rPr>
              <w:t>I stopień</w:t>
            </w:r>
          </w:p>
        </w:tc>
      </w:tr>
      <w:tr w:rsidR="006446B5" w:rsidRPr="00CE6A47" w14:paraId="02DDA608" w14:textId="77777777" w:rsidTr="00B819C8">
        <w:tc>
          <w:tcPr>
            <w:tcW w:w="2694" w:type="dxa"/>
            <w:vAlign w:val="center"/>
          </w:tcPr>
          <w:p w14:paraId="600F8E67" w14:textId="77777777" w:rsidR="006446B5" w:rsidRPr="00CE6A47" w:rsidRDefault="006446B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E6A4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4FD6EA0C" w14:textId="77777777" w:rsidR="006446B5" w:rsidRPr="00CE6A47" w:rsidRDefault="006446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E6A47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446B5" w:rsidRPr="00CE6A47" w14:paraId="364D5DB6" w14:textId="77777777" w:rsidTr="00B819C8">
        <w:tc>
          <w:tcPr>
            <w:tcW w:w="2694" w:type="dxa"/>
            <w:vAlign w:val="center"/>
          </w:tcPr>
          <w:p w14:paraId="0C3721F4" w14:textId="77777777" w:rsidR="006446B5" w:rsidRPr="00CE6A47" w:rsidRDefault="006446B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E6A4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A1E4517" w14:textId="77777777" w:rsidR="006446B5" w:rsidRPr="00CE6A47" w:rsidRDefault="006446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E6A47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6446B5" w:rsidRPr="00CE6A47" w14:paraId="1C075D44" w14:textId="77777777" w:rsidTr="00B819C8">
        <w:tc>
          <w:tcPr>
            <w:tcW w:w="2694" w:type="dxa"/>
            <w:vAlign w:val="center"/>
          </w:tcPr>
          <w:p w14:paraId="5110DBEB" w14:textId="77777777" w:rsidR="006446B5" w:rsidRPr="00CE6A47" w:rsidRDefault="006446B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E6A47">
              <w:rPr>
                <w:rFonts w:ascii="Corbel" w:hAnsi="Corbel"/>
                <w:sz w:val="24"/>
                <w:szCs w:val="24"/>
                <w:lang w:val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ED1A72F" w14:textId="77777777" w:rsidR="006446B5" w:rsidRPr="00CE6A47" w:rsidRDefault="006446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E6A4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="001002C9" w:rsidRPr="00CE6A4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3, </w:t>
            </w:r>
            <w:r w:rsidRPr="00CE6A47">
              <w:rPr>
                <w:rFonts w:ascii="Corbel" w:hAnsi="Corbel"/>
                <w:b w:val="0"/>
                <w:color w:val="auto"/>
                <w:sz w:val="24"/>
                <w:szCs w:val="24"/>
              </w:rPr>
              <w:t>semestr V</w:t>
            </w:r>
          </w:p>
        </w:tc>
      </w:tr>
      <w:tr w:rsidR="006446B5" w:rsidRPr="00CE6A47" w14:paraId="2B1C121A" w14:textId="77777777" w:rsidTr="00B819C8">
        <w:tc>
          <w:tcPr>
            <w:tcW w:w="2694" w:type="dxa"/>
            <w:vAlign w:val="center"/>
          </w:tcPr>
          <w:p w14:paraId="6191AD1A" w14:textId="77777777" w:rsidR="006446B5" w:rsidRPr="00CE6A47" w:rsidRDefault="006446B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E6A4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CAAAF83" w14:textId="3BF7A18C" w:rsidR="006446B5" w:rsidRPr="00CE6A47" w:rsidRDefault="008D4C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="006446B5" w:rsidRPr="00CE6A47" w14:paraId="4744CDD5" w14:textId="77777777" w:rsidTr="00B819C8">
        <w:tc>
          <w:tcPr>
            <w:tcW w:w="2694" w:type="dxa"/>
            <w:vAlign w:val="center"/>
          </w:tcPr>
          <w:p w14:paraId="6EEF3D4B" w14:textId="77777777" w:rsidR="006446B5" w:rsidRPr="00CE6A47" w:rsidRDefault="006446B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E6A4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B0F5BE2" w14:textId="69E89298" w:rsidR="006446B5" w:rsidRPr="00CE6A47" w:rsidRDefault="008D4C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jęz. </w:t>
            </w:r>
            <w:r w:rsidR="006446B5" w:rsidRPr="00CE6A47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6446B5" w:rsidRPr="00CE6A47" w14:paraId="5847A2DA" w14:textId="77777777" w:rsidTr="00B819C8">
        <w:tc>
          <w:tcPr>
            <w:tcW w:w="2694" w:type="dxa"/>
            <w:vAlign w:val="center"/>
          </w:tcPr>
          <w:p w14:paraId="35995167" w14:textId="77777777" w:rsidR="006446B5" w:rsidRPr="00CE6A47" w:rsidRDefault="006446B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E6A4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5D49AE8" w14:textId="55E94D59" w:rsidR="006446B5" w:rsidRPr="00CE6A47" w:rsidRDefault="006446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E6A4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Teresa </w:t>
            </w:r>
            <w:proofErr w:type="spellStart"/>
            <w:r w:rsidRPr="00CE6A47">
              <w:rPr>
                <w:rFonts w:ascii="Corbel" w:hAnsi="Corbel"/>
                <w:b w:val="0"/>
                <w:color w:val="auto"/>
                <w:sz w:val="24"/>
                <w:szCs w:val="24"/>
              </w:rPr>
              <w:t>Zbyrad</w:t>
            </w:r>
            <w:proofErr w:type="spellEnd"/>
          </w:p>
        </w:tc>
      </w:tr>
      <w:tr w:rsidR="006446B5" w:rsidRPr="00CE6A47" w14:paraId="6E3E96E5" w14:textId="77777777" w:rsidTr="00B819C8">
        <w:tc>
          <w:tcPr>
            <w:tcW w:w="2694" w:type="dxa"/>
            <w:vAlign w:val="center"/>
          </w:tcPr>
          <w:p w14:paraId="4F3F669A" w14:textId="77777777" w:rsidR="006446B5" w:rsidRPr="00CE6A47" w:rsidRDefault="006446B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E6A4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5000E1" w14:textId="16F09D3B" w:rsidR="006446B5" w:rsidRPr="00CE6A47" w:rsidRDefault="006446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E6A4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Teresa </w:t>
            </w:r>
            <w:proofErr w:type="spellStart"/>
            <w:r w:rsidRPr="00CE6A47">
              <w:rPr>
                <w:rFonts w:ascii="Corbel" w:hAnsi="Corbel"/>
                <w:b w:val="0"/>
                <w:color w:val="auto"/>
                <w:sz w:val="24"/>
                <w:szCs w:val="24"/>
              </w:rPr>
              <w:t>Zbyrad</w:t>
            </w:r>
            <w:proofErr w:type="spellEnd"/>
          </w:p>
        </w:tc>
      </w:tr>
    </w:tbl>
    <w:p w14:paraId="722FC341" w14:textId="6BE7415C" w:rsidR="0085747A" w:rsidRPr="00CE6A47" w:rsidRDefault="0085747A" w:rsidP="00CE6A47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CE6A47">
        <w:rPr>
          <w:rFonts w:ascii="Corbel" w:hAnsi="Corbel"/>
          <w:sz w:val="24"/>
          <w:szCs w:val="24"/>
        </w:rPr>
        <w:t xml:space="preserve">* </w:t>
      </w:r>
      <w:r w:rsidRPr="00CE6A47">
        <w:rPr>
          <w:rFonts w:ascii="Corbel" w:hAnsi="Corbel"/>
          <w:i/>
          <w:sz w:val="24"/>
          <w:szCs w:val="24"/>
        </w:rPr>
        <w:t>-</w:t>
      </w:r>
      <w:r w:rsidR="00B90885" w:rsidRPr="00CE6A47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E6A47">
        <w:rPr>
          <w:rFonts w:ascii="Corbel" w:hAnsi="Corbel"/>
          <w:b w:val="0"/>
          <w:sz w:val="24"/>
          <w:szCs w:val="24"/>
        </w:rPr>
        <w:t>e,</w:t>
      </w:r>
      <w:r w:rsidR="00CE6A47" w:rsidRPr="00CE6A47"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CE6A47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E6A47">
        <w:rPr>
          <w:rFonts w:ascii="Corbel" w:hAnsi="Corbel"/>
          <w:b w:val="0"/>
          <w:i/>
          <w:sz w:val="24"/>
          <w:szCs w:val="24"/>
        </w:rPr>
        <w:t>w Jednostce</w:t>
      </w:r>
    </w:p>
    <w:p w14:paraId="364AD1D5" w14:textId="77777777" w:rsidR="0085747A" w:rsidRPr="00CE6A47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E6A47">
        <w:rPr>
          <w:rFonts w:ascii="Corbel" w:hAnsi="Corbel"/>
          <w:sz w:val="24"/>
          <w:szCs w:val="24"/>
        </w:rPr>
        <w:t>1.</w:t>
      </w:r>
      <w:r w:rsidR="00E22FBC" w:rsidRPr="00CE6A47">
        <w:rPr>
          <w:rFonts w:ascii="Corbel" w:hAnsi="Corbel"/>
          <w:sz w:val="24"/>
          <w:szCs w:val="24"/>
        </w:rPr>
        <w:t>1</w:t>
      </w:r>
      <w:r w:rsidRPr="00CE6A4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F60B97C" w14:textId="77777777" w:rsidR="00923D7D" w:rsidRPr="00CE6A4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E6A47" w14:paraId="7666AFC6" w14:textId="77777777" w:rsidTr="00CE6A4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8B378" w14:textId="77777777" w:rsidR="00015B8F" w:rsidRPr="00CE6A47" w:rsidRDefault="00015B8F" w:rsidP="00CE6A4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E6A4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04C9F251" w14:textId="77777777" w:rsidR="00015B8F" w:rsidRPr="00CE6A47" w:rsidRDefault="002B5EA0" w:rsidP="00CE6A4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E6A47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CE6A47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1BA4F" w14:textId="77777777" w:rsidR="00015B8F" w:rsidRPr="00CE6A47" w:rsidRDefault="00015B8F" w:rsidP="00CE6A4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CE6A47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CE6A4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53AF9" w14:textId="77777777" w:rsidR="00015B8F" w:rsidRPr="00CE6A47" w:rsidRDefault="00015B8F" w:rsidP="00CE6A4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E6A4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426DE" w14:textId="77777777" w:rsidR="00015B8F" w:rsidRPr="00CE6A47" w:rsidRDefault="00015B8F" w:rsidP="00CE6A4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CE6A47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CE6A4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3E646" w14:textId="77777777" w:rsidR="00015B8F" w:rsidRPr="00CE6A47" w:rsidRDefault="00015B8F" w:rsidP="00CE6A4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E6A4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5B3D1" w14:textId="77777777" w:rsidR="00015B8F" w:rsidRPr="00CE6A47" w:rsidRDefault="00015B8F" w:rsidP="00CE6A4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CE6A47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CE6A4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02F18" w14:textId="77777777" w:rsidR="00015B8F" w:rsidRPr="00CE6A47" w:rsidRDefault="00015B8F" w:rsidP="00CE6A4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E6A47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B8CB7" w14:textId="77777777" w:rsidR="00015B8F" w:rsidRPr="00CE6A47" w:rsidRDefault="00015B8F" w:rsidP="00CE6A4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CE6A47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CE6A4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2144E" w14:textId="77777777" w:rsidR="00015B8F" w:rsidRPr="00CE6A47" w:rsidRDefault="00015B8F" w:rsidP="00CE6A4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E6A4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1EDA6" w14:textId="77777777" w:rsidR="00015B8F" w:rsidRPr="00CE6A47" w:rsidRDefault="00015B8F" w:rsidP="00CE6A4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CE6A47">
              <w:rPr>
                <w:rFonts w:ascii="Corbel" w:hAnsi="Corbel"/>
                <w:b/>
                <w:szCs w:val="24"/>
                <w:lang w:val="pl-PL" w:eastAsia="en-US"/>
              </w:rPr>
              <w:t>Liczba pkt</w:t>
            </w:r>
            <w:r w:rsidR="00B90885" w:rsidRPr="00CE6A47">
              <w:rPr>
                <w:rFonts w:ascii="Corbel" w:hAnsi="Corbel"/>
                <w:b/>
                <w:szCs w:val="24"/>
                <w:lang w:val="pl-PL" w:eastAsia="en-US"/>
              </w:rPr>
              <w:t>.</w:t>
            </w:r>
            <w:r w:rsidRPr="00CE6A47">
              <w:rPr>
                <w:rFonts w:ascii="Corbel" w:hAnsi="Corbel"/>
                <w:b/>
                <w:szCs w:val="24"/>
                <w:lang w:val="pl-PL" w:eastAsia="en-US"/>
              </w:rPr>
              <w:t xml:space="preserve"> ECTS</w:t>
            </w:r>
          </w:p>
        </w:tc>
      </w:tr>
      <w:tr w:rsidR="00015B8F" w:rsidRPr="00CE6A47" w14:paraId="2686440E" w14:textId="77777777" w:rsidTr="00CE6A4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24128" w14:textId="77777777" w:rsidR="00015B8F" w:rsidRPr="00CE6A47" w:rsidRDefault="008C76A1" w:rsidP="00CE6A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E6A47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A7513" w14:textId="77777777" w:rsidR="00015B8F" w:rsidRPr="00CE6A47" w:rsidRDefault="00015B8F" w:rsidP="00CE6A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A0FB4" w14:textId="77777777" w:rsidR="00015B8F" w:rsidRPr="00CE6A47" w:rsidRDefault="00015B8F" w:rsidP="00CE6A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92FE7" w14:textId="77777777" w:rsidR="00015B8F" w:rsidRPr="00CE6A47" w:rsidRDefault="008C76A1" w:rsidP="00CE6A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E6A47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F7DA5" w14:textId="77777777" w:rsidR="00015B8F" w:rsidRPr="00CE6A47" w:rsidRDefault="00015B8F" w:rsidP="00CE6A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3FCC9" w14:textId="77777777" w:rsidR="00015B8F" w:rsidRPr="00CE6A47" w:rsidRDefault="00015B8F" w:rsidP="00CE6A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55653" w14:textId="77777777" w:rsidR="00015B8F" w:rsidRPr="00CE6A47" w:rsidRDefault="00015B8F" w:rsidP="00CE6A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DADE8" w14:textId="77777777" w:rsidR="00015B8F" w:rsidRPr="00CE6A47" w:rsidRDefault="00015B8F" w:rsidP="00CE6A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56B95" w14:textId="77777777" w:rsidR="00015B8F" w:rsidRPr="00CE6A47" w:rsidRDefault="00015B8F" w:rsidP="00CE6A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D05DA" w14:textId="77777777" w:rsidR="00015B8F" w:rsidRPr="00CE6A47" w:rsidRDefault="006446B5" w:rsidP="00CE6A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E6A4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E86792E" w14:textId="77777777" w:rsidR="00923D7D" w:rsidRPr="00CE6A47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7E3C11D" w14:textId="77777777" w:rsidR="0085747A" w:rsidRPr="00CE6A4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E6A47">
        <w:rPr>
          <w:rFonts w:ascii="Corbel" w:hAnsi="Corbel"/>
          <w:smallCaps w:val="0"/>
          <w:szCs w:val="24"/>
        </w:rPr>
        <w:t>1.</w:t>
      </w:r>
      <w:r w:rsidR="00E22FBC" w:rsidRPr="00CE6A47">
        <w:rPr>
          <w:rFonts w:ascii="Corbel" w:hAnsi="Corbel"/>
          <w:smallCaps w:val="0"/>
          <w:szCs w:val="24"/>
        </w:rPr>
        <w:t>2</w:t>
      </w:r>
      <w:r w:rsidR="00F83B28" w:rsidRPr="00CE6A47">
        <w:rPr>
          <w:rFonts w:ascii="Corbel" w:hAnsi="Corbel"/>
          <w:smallCaps w:val="0"/>
          <w:szCs w:val="24"/>
        </w:rPr>
        <w:t>.</w:t>
      </w:r>
      <w:r w:rsidR="00F83B28" w:rsidRPr="00CE6A47">
        <w:rPr>
          <w:rFonts w:ascii="Corbel" w:hAnsi="Corbel"/>
          <w:smallCaps w:val="0"/>
          <w:szCs w:val="24"/>
        </w:rPr>
        <w:tab/>
      </w:r>
      <w:r w:rsidRPr="00CE6A47">
        <w:rPr>
          <w:rFonts w:ascii="Corbel" w:hAnsi="Corbel"/>
          <w:smallCaps w:val="0"/>
          <w:szCs w:val="24"/>
        </w:rPr>
        <w:t xml:space="preserve">Sposób realizacji zajęć  </w:t>
      </w:r>
    </w:p>
    <w:p w14:paraId="5BD56CE1" w14:textId="77777777" w:rsidR="00CE6A47" w:rsidRPr="00CE6A47" w:rsidRDefault="00CE6A47" w:rsidP="00F83B28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szCs w:val="24"/>
        </w:rPr>
      </w:pPr>
    </w:p>
    <w:p w14:paraId="0774427E" w14:textId="27CC902A" w:rsidR="0085747A" w:rsidRPr="00CE6A47" w:rsidRDefault="00DB792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E6A47">
        <w:rPr>
          <w:rFonts w:ascii="Corbel" w:eastAsia="MS Gothic" w:hAnsi="Corbel" w:cs="MS Gothic"/>
          <w:b w:val="0"/>
          <w:szCs w:val="24"/>
        </w:rPr>
        <w:t>X</w:t>
      </w:r>
      <w:r w:rsidR="0085747A" w:rsidRPr="00CE6A47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2277DCB" w14:textId="77777777" w:rsidR="0085747A" w:rsidRPr="00CE6A47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E6A47">
        <w:rPr>
          <w:rFonts w:ascii="Segoe UI Symbol" w:eastAsia="MS Gothic" w:hAnsi="Segoe UI Symbol" w:cs="Segoe UI Symbol"/>
          <w:b w:val="0"/>
          <w:szCs w:val="24"/>
        </w:rPr>
        <w:t>☐</w:t>
      </w:r>
      <w:r w:rsidRPr="00CE6A4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0119A0F" w14:textId="77777777" w:rsidR="0085747A" w:rsidRPr="00CE6A47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E4FE59A" w14:textId="77777777" w:rsidR="00E22FBC" w:rsidRPr="00CE6A4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E6A47">
        <w:rPr>
          <w:rFonts w:ascii="Corbel" w:hAnsi="Corbel"/>
          <w:smallCaps w:val="0"/>
          <w:szCs w:val="24"/>
        </w:rPr>
        <w:t xml:space="preserve">1.3 </w:t>
      </w:r>
      <w:r w:rsidR="00F83B28" w:rsidRPr="00CE6A47">
        <w:rPr>
          <w:rFonts w:ascii="Corbel" w:hAnsi="Corbel"/>
          <w:smallCaps w:val="0"/>
          <w:szCs w:val="24"/>
        </w:rPr>
        <w:tab/>
      </w:r>
      <w:r w:rsidRPr="00CE6A47">
        <w:rPr>
          <w:rFonts w:ascii="Corbel" w:hAnsi="Corbel"/>
          <w:smallCaps w:val="0"/>
          <w:szCs w:val="24"/>
        </w:rPr>
        <w:t>For</w:t>
      </w:r>
      <w:r w:rsidR="00445970" w:rsidRPr="00CE6A47">
        <w:rPr>
          <w:rFonts w:ascii="Corbel" w:hAnsi="Corbel"/>
          <w:smallCaps w:val="0"/>
          <w:szCs w:val="24"/>
        </w:rPr>
        <w:t xml:space="preserve">ma zaliczenia przedmiotu </w:t>
      </w:r>
      <w:r w:rsidRPr="00CE6A47">
        <w:rPr>
          <w:rFonts w:ascii="Corbel" w:hAnsi="Corbel"/>
          <w:smallCaps w:val="0"/>
          <w:szCs w:val="24"/>
        </w:rPr>
        <w:t xml:space="preserve"> (z toku) </w:t>
      </w:r>
      <w:r w:rsidRPr="00CE6A47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A28089B" w14:textId="77777777" w:rsidR="009C54AE" w:rsidRPr="00CE6A47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DEFCF8" w14:textId="77777777" w:rsidR="00E960BB" w:rsidRPr="00CE6A47" w:rsidRDefault="001002C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CE6A47">
        <w:rPr>
          <w:rFonts w:ascii="Corbel" w:hAnsi="Corbel"/>
          <w:b w:val="0"/>
          <w:szCs w:val="24"/>
        </w:rPr>
        <w:t>zaliczenie z oceną</w:t>
      </w:r>
    </w:p>
    <w:p w14:paraId="49963B16" w14:textId="77777777" w:rsidR="00CE6A47" w:rsidRPr="00CE6A47" w:rsidRDefault="00CE6A4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19BAE0D" w14:textId="236590DD" w:rsidR="00E960BB" w:rsidRPr="00CE6A4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E6A47">
        <w:rPr>
          <w:rFonts w:ascii="Corbel" w:hAnsi="Corbel"/>
          <w:szCs w:val="24"/>
        </w:rPr>
        <w:t xml:space="preserve">2.Wymagania wstępne </w:t>
      </w:r>
    </w:p>
    <w:p w14:paraId="0A7327E9" w14:textId="77777777" w:rsidR="00CE6A47" w:rsidRPr="00CE6A47" w:rsidRDefault="00CE6A4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E6A47" w14:paraId="1B1F4A93" w14:textId="77777777" w:rsidTr="00745302">
        <w:tc>
          <w:tcPr>
            <w:tcW w:w="9670" w:type="dxa"/>
          </w:tcPr>
          <w:p w14:paraId="7C712181" w14:textId="1FC612FD" w:rsidR="0085747A" w:rsidRPr="00CE6A47" w:rsidRDefault="008D4C49" w:rsidP="008D4C4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posiada podstawową wiedzę z przedmiotów: „</w:t>
            </w:r>
            <w:r w:rsidR="00593EFD">
              <w:rPr>
                <w:rFonts w:ascii="Corbel" w:hAnsi="Corbel"/>
                <w:b w:val="0"/>
                <w:smallCaps w:val="0"/>
                <w:szCs w:val="24"/>
              </w:rPr>
              <w:t>Podstawy wiedzy o rozwoju biopsychicznym człowieka w cyklu życia”</w:t>
            </w:r>
            <w:r w:rsidR="00841766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="00593EFD">
              <w:rPr>
                <w:rFonts w:ascii="Corbel" w:hAnsi="Corbel"/>
                <w:b w:val="0"/>
                <w:smallCaps w:val="0"/>
                <w:szCs w:val="24"/>
              </w:rPr>
              <w:t>„Pedagogika specjalna”</w:t>
            </w:r>
            <w:r w:rsidR="0084176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1A7CB4DC" w14:textId="77777777" w:rsidR="00153C41" w:rsidRPr="00CE6A47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330C07" w14:textId="77777777" w:rsidR="0085747A" w:rsidRPr="00CE6A47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E6A47">
        <w:rPr>
          <w:rFonts w:ascii="Corbel" w:hAnsi="Corbel"/>
          <w:szCs w:val="24"/>
        </w:rPr>
        <w:lastRenderedPageBreak/>
        <w:t>3.</w:t>
      </w:r>
      <w:r w:rsidR="00A84C85" w:rsidRPr="00CE6A47">
        <w:rPr>
          <w:rFonts w:ascii="Corbel" w:hAnsi="Corbel"/>
          <w:szCs w:val="24"/>
        </w:rPr>
        <w:t>cele, efekty uczenia się</w:t>
      </w:r>
      <w:r w:rsidR="0085747A" w:rsidRPr="00CE6A47">
        <w:rPr>
          <w:rFonts w:ascii="Corbel" w:hAnsi="Corbel"/>
          <w:szCs w:val="24"/>
        </w:rPr>
        <w:t xml:space="preserve"> , treści Programowe i stosowane metody Dydaktyczne</w:t>
      </w:r>
    </w:p>
    <w:p w14:paraId="6A61338B" w14:textId="77777777" w:rsidR="0085747A" w:rsidRPr="00CE6A4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E0354E2" w14:textId="77777777" w:rsidR="0085747A" w:rsidRPr="00CE6A47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E6A47">
        <w:rPr>
          <w:rFonts w:ascii="Corbel" w:hAnsi="Corbel"/>
          <w:sz w:val="24"/>
          <w:szCs w:val="24"/>
        </w:rPr>
        <w:t xml:space="preserve">3.1 </w:t>
      </w:r>
      <w:r w:rsidR="00C05F44" w:rsidRPr="00CE6A47">
        <w:rPr>
          <w:rFonts w:ascii="Corbel" w:hAnsi="Corbel"/>
          <w:sz w:val="24"/>
          <w:szCs w:val="24"/>
        </w:rPr>
        <w:t>Cele przedmiotu</w:t>
      </w:r>
    </w:p>
    <w:p w14:paraId="50DC1F78" w14:textId="77777777" w:rsidR="00F83B28" w:rsidRPr="00CE6A47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002C9" w:rsidRPr="00CE6A47" w14:paraId="47AAA241" w14:textId="77777777" w:rsidTr="005B62F7">
        <w:tc>
          <w:tcPr>
            <w:tcW w:w="851" w:type="dxa"/>
            <w:vAlign w:val="center"/>
          </w:tcPr>
          <w:p w14:paraId="27B00F5E" w14:textId="3AD1533A" w:rsidR="001002C9" w:rsidRPr="00CE6A47" w:rsidRDefault="001002C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E6A47">
              <w:rPr>
                <w:rFonts w:ascii="Corbel" w:hAnsi="Corbel"/>
                <w:b w:val="0"/>
                <w:sz w:val="24"/>
                <w:szCs w:val="24"/>
                <w:lang w:val="pl-PL"/>
              </w:rPr>
              <w:t>C1</w:t>
            </w:r>
          </w:p>
        </w:tc>
        <w:tc>
          <w:tcPr>
            <w:tcW w:w="8819" w:type="dxa"/>
            <w:vAlign w:val="center"/>
          </w:tcPr>
          <w:p w14:paraId="284A5BA5" w14:textId="1C31E0ED" w:rsidR="001002C9" w:rsidRPr="00CE6A47" w:rsidRDefault="000E0D0B" w:rsidP="0084176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E6A47">
              <w:rPr>
                <w:rFonts w:ascii="Corbel" w:hAnsi="Corbel"/>
                <w:b w:val="0"/>
                <w:sz w:val="24"/>
                <w:szCs w:val="24"/>
                <w:lang w:val="pl-PL"/>
              </w:rPr>
              <w:t>P</w:t>
            </w:r>
            <w:r w:rsidR="001002C9" w:rsidRPr="00CE6A47">
              <w:rPr>
                <w:rFonts w:ascii="Corbel" w:hAnsi="Corbel"/>
                <w:b w:val="0"/>
                <w:sz w:val="24"/>
                <w:szCs w:val="24"/>
                <w:lang w:val="pl-PL"/>
              </w:rPr>
              <w:t>rzedstawienie i zapoznanie studentów z problematyką podstawowych pojęć z zakresu  socjologii medycyny, zdrowia i choroby oraz socjologii ciała</w:t>
            </w:r>
          </w:p>
        </w:tc>
      </w:tr>
      <w:tr w:rsidR="001002C9" w:rsidRPr="00CE6A47" w14:paraId="7F70783C" w14:textId="77777777" w:rsidTr="005B62F7">
        <w:tc>
          <w:tcPr>
            <w:tcW w:w="851" w:type="dxa"/>
            <w:vAlign w:val="center"/>
          </w:tcPr>
          <w:p w14:paraId="781F853B" w14:textId="77777777" w:rsidR="001002C9" w:rsidRPr="00CE6A47" w:rsidRDefault="001002C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E6A4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6C471EAB" w14:textId="0CD347FC" w:rsidR="001002C9" w:rsidRPr="00CE6A47" w:rsidRDefault="000E0D0B" w:rsidP="0084176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E6A47">
              <w:rPr>
                <w:rStyle w:val="wrtext"/>
                <w:rFonts w:ascii="Corbel" w:hAnsi="Corbel"/>
                <w:b w:val="0"/>
                <w:sz w:val="24"/>
                <w:szCs w:val="24"/>
                <w:lang w:val="pl-PL"/>
              </w:rPr>
              <w:t>Przedstawienie i zapoznanie studentów z</w:t>
            </w:r>
            <w:r w:rsidR="001002C9" w:rsidRPr="00CE6A47">
              <w:rPr>
                <w:rStyle w:val="wrtext"/>
                <w:rFonts w:ascii="Corbel" w:hAnsi="Corbel"/>
                <w:b w:val="0"/>
                <w:sz w:val="24"/>
                <w:szCs w:val="24"/>
                <w:lang w:val="pl-PL"/>
              </w:rPr>
              <w:t xml:space="preserve"> poję</w:t>
            </w:r>
            <w:r w:rsidRPr="00CE6A47">
              <w:rPr>
                <w:rStyle w:val="wrtext"/>
                <w:rFonts w:ascii="Corbel" w:hAnsi="Corbel"/>
                <w:b w:val="0"/>
                <w:sz w:val="24"/>
                <w:szCs w:val="24"/>
                <w:lang w:val="pl-PL"/>
              </w:rPr>
              <w:t>ciami</w:t>
            </w:r>
            <w:r w:rsidR="001002C9" w:rsidRPr="00CE6A47">
              <w:rPr>
                <w:rStyle w:val="wrtext"/>
                <w:rFonts w:ascii="Corbel" w:hAnsi="Corbel"/>
                <w:b w:val="0"/>
                <w:sz w:val="24"/>
                <w:szCs w:val="24"/>
                <w:lang w:val="pl-PL"/>
              </w:rPr>
              <w:t xml:space="preserve"> i kategori</w:t>
            </w:r>
            <w:r w:rsidRPr="00CE6A47">
              <w:rPr>
                <w:rStyle w:val="wrtext"/>
                <w:rFonts w:ascii="Corbel" w:hAnsi="Corbel"/>
                <w:b w:val="0"/>
                <w:sz w:val="24"/>
                <w:szCs w:val="24"/>
                <w:lang w:val="pl-PL"/>
              </w:rPr>
              <w:t>ami</w:t>
            </w:r>
            <w:r w:rsidR="001002C9" w:rsidRPr="00CE6A47">
              <w:rPr>
                <w:rStyle w:val="wrtext"/>
                <w:rFonts w:ascii="Corbel" w:hAnsi="Corbel"/>
                <w:b w:val="0"/>
                <w:sz w:val="24"/>
                <w:szCs w:val="24"/>
                <w:lang w:val="pl-PL"/>
              </w:rPr>
              <w:t xml:space="preserve"> socjologiczny</w:t>
            </w:r>
            <w:r w:rsidRPr="00CE6A47">
              <w:rPr>
                <w:rStyle w:val="wrtext"/>
                <w:rFonts w:ascii="Corbel" w:hAnsi="Corbel"/>
                <w:b w:val="0"/>
                <w:sz w:val="24"/>
                <w:szCs w:val="24"/>
                <w:lang w:val="pl-PL"/>
              </w:rPr>
              <w:t>mi</w:t>
            </w:r>
            <w:r w:rsidR="001002C9" w:rsidRPr="00CE6A47">
              <w:rPr>
                <w:rStyle w:val="wrtext"/>
                <w:rFonts w:ascii="Corbel" w:hAnsi="Corbel"/>
                <w:b w:val="0"/>
                <w:sz w:val="24"/>
                <w:szCs w:val="24"/>
                <w:lang w:val="pl-PL"/>
              </w:rPr>
              <w:t xml:space="preserve"> w</w:t>
            </w:r>
            <w:r w:rsidR="00841766">
              <w:rPr>
                <w:rStyle w:val="wrtext"/>
                <w:rFonts w:ascii="Corbel" w:hAnsi="Corbel"/>
                <w:b w:val="0"/>
                <w:sz w:val="24"/>
                <w:szCs w:val="24"/>
                <w:lang w:val="pl-PL"/>
              </w:rPr>
              <w:t> </w:t>
            </w:r>
            <w:r w:rsidR="001002C9" w:rsidRPr="00CE6A47">
              <w:rPr>
                <w:rStyle w:val="wrtext"/>
                <w:rFonts w:ascii="Corbel" w:hAnsi="Corbel"/>
                <w:b w:val="0"/>
                <w:sz w:val="24"/>
                <w:szCs w:val="24"/>
                <w:lang w:val="pl-PL"/>
              </w:rPr>
              <w:t xml:space="preserve"> opisie i wyjaśnianiu zjawisk oraz procesów związanych z funkcjonowaniem systemu zdrowia i choroby</w:t>
            </w:r>
          </w:p>
        </w:tc>
      </w:tr>
      <w:tr w:rsidR="001002C9" w:rsidRPr="00CE6A47" w14:paraId="58F816DC" w14:textId="77777777" w:rsidTr="005B62F7">
        <w:tc>
          <w:tcPr>
            <w:tcW w:w="851" w:type="dxa"/>
            <w:vAlign w:val="center"/>
          </w:tcPr>
          <w:p w14:paraId="18C18837" w14:textId="77777777" w:rsidR="001002C9" w:rsidRPr="00CE6A47" w:rsidRDefault="001002C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E6A47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5393678B" w14:textId="77777777" w:rsidR="001002C9" w:rsidRPr="00CE6A47" w:rsidRDefault="001002C9" w:rsidP="0084176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Cs/>
                <w:sz w:val="24"/>
                <w:szCs w:val="24"/>
                <w:lang w:val="pl-PL"/>
              </w:rPr>
            </w:pPr>
            <w:r w:rsidRPr="00CE6A47">
              <w:rPr>
                <w:rStyle w:val="wrtext"/>
                <w:rFonts w:ascii="Corbel" w:hAnsi="Corbel"/>
                <w:b w:val="0"/>
                <w:sz w:val="24"/>
                <w:szCs w:val="24"/>
                <w:lang w:val="pl-PL"/>
              </w:rPr>
              <w:t>Zapoznanie z instrumentarium socjologii służącym diagnozie socjomedycznej (narzędzia pomiaru i analizy, kontekst stratyfikacyjny i kulturowy zdrowia i choroby, niesprawności oraz zaspokajania potrzeb zdrowotnych)</w:t>
            </w:r>
          </w:p>
        </w:tc>
      </w:tr>
    </w:tbl>
    <w:p w14:paraId="4091EE2F" w14:textId="77777777" w:rsidR="0085747A" w:rsidRPr="00CE6A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6B4902" w14:textId="77777777" w:rsidR="001D7B54" w:rsidRPr="00CE6A47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E6A47">
        <w:rPr>
          <w:rFonts w:ascii="Corbel" w:hAnsi="Corbel"/>
          <w:b/>
          <w:sz w:val="24"/>
          <w:szCs w:val="24"/>
        </w:rPr>
        <w:t xml:space="preserve">3.2 </w:t>
      </w:r>
      <w:r w:rsidR="001D7B54" w:rsidRPr="00CE6A47">
        <w:rPr>
          <w:rFonts w:ascii="Corbel" w:hAnsi="Corbel"/>
          <w:b/>
          <w:sz w:val="24"/>
          <w:szCs w:val="24"/>
        </w:rPr>
        <w:t xml:space="preserve">Efekty </w:t>
      </w:r>
      <w:r w:rsidR="00C05F44" w:rsidRPr="00CE6A4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E6A47">
        <w:rPr>
          <w:rFonts w:ascii="Corbel" w:hAnsi="Corbel"/>
          <w:b/>
          <w:sz w:val="24"/>
          <w:szCs w:val="24"/>
        </w:rPr>
        <w:t>dla przedmiotu</w:t>
      </w:r>
    </w:p>
    <w:p w14:paraId="63DC9396" w14:textId="77777777" w:rsidR="001D7B54" w:rsidRPr="00CE6A47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E6A47" w14:paraId="7A1680FF" w14:textId="77777777" w:rsidTr="00C51576">
        <w:tc>
          <w:tcPr>
            <w:tcW w:w="1681" w:type="dxa"/>
            <w:vAlign w:val="center"/>
          </w:tcPr>
          <w:p w14:paraId="2016D4BC" w14:textId="77777777" w:rsidR="0085747A" w:rsidRPr="00CE6A4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6A47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E6A47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E6A47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E6A4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6EBF1B6" w14:textId="77777777" w:rsidR="0085747A" w:rsidRPr="00CE6A4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6A4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E6A47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E6A47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4A49C8C" w14:textId="77777777" w:rsidR="0085747A" w:rsidRPr="00CE6A4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6A4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E6A4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C7AE2" w:rsidRPr="00CE6A47" w14:paraId="096B9718" w14:textId="77777777" w:rsidTr="00C51576">
        <w:tc>
          <w:tcPr>
            <w:tcW w:w="1681" w:type="dxa"/>
          </w:tcPr>
          <w:p w14:paraId="4C5FA42E" w14:textId="457446EA" w:rsidR="008C7AE2" w:rsidRPr="00CE6A47" w:rsidRDefault="008C7A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6A47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0C2A6822" w14:textId="4DA12519" w:rsidR="008C7AE2" w:rsidRPr="00841766" w:rsidRDefault="001A7702" w:rsidP="00841766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  <w:t>Student r</w:t>
            </w:r>
            <w:r w:rsidR="000E46AE" w:rsidRPr="00841766"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  <w:t>ozpoznaje i</w:t>
            </w:r>
            <w:r w:rsidR="00334549" w:rsidRPr="00841766"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  <w:t>nstytucje regionalne, krajowe i</w:t>
            </w:r>
            <w:r w:rsidR="00C24928"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  <w:t> </w:t>
            </w:r>
            <w:r w:rsidR="00334549" w:rsidRPr="00841766"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  <w:t xml:space="preserve"> międzynarodowe przeciwdziałające wykluczeniu społeczne</w:t>
            </w:r>
            <w:r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  <w:t xml:space="preserve">mu </w:t>
            </w:r>
            <w:r w:rsidR="00334549" w:rsidRPr="00841766"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  <w:t>i działające na rzecz integracji społecznej</w:t>
            </w:r>
            <w:r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  <w:t xml:space="preserve"> zarówno osób zdrowych, jak i chorych</w:t>
            </w:r>
          </w:p>
        </w:tc>
        <w:tc>
          <w:tcPr>
            <w:tcW w:w="1865" w:type="dxa"/>
          </w:tcPr>
          <w:p w14:paraId="51E997A6" w14:textId="77777777" w:rsidR="008C7AE2" w:rsidRPr="00CE6A47" w:rsidRDefault="00334549" w:rsidP="002D0A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6A47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C7AE2" w:rsidRPr="00CE6A47" w14:paraId="75A3B45E" w14:textId="77777777" w:rsidTr="00C51576">
        <w:tc>
          <w:tcPr>
            <w:tcW w:w="1681" w:type="dxa"/>
          </w:tcPr>
          <w:p w14:paraId="7F903ABF" w14:textId="77777777" w:rsidR="008C7AE2" w:rsidRPr="00CE6A47" w:rsidRDefault="008C7A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6A4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B2AB915" w14:textId="39657412" w:rsidR="008C7AE2" w:rsidRPr="00841766" w:rsidRDefault="001A7702" w:rsidP="00841766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  <w:t>Student r</w:t>
            </w:r>
            <w:r w:rsidR="000E46AE" w:rsidRPr="00841766"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  <w:t xml:space="preserve">ozumie </w:t>
            </w:r>
            <w:r w:rsidR="00334549" w:rsidRPr="00841766"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  <w:t xml:space="preserve">uwarunkowania przyrodnicze, psychologiczne, ekonomiczne i prawne </w:t>
            </w:r>
            <w:r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  <w:t>wpływające na stan zdrowia człowieka</w:t>
            </w:r>
            <w:r w:rsidR="00334549" w:rsidRPr="00841766"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  <w:t xml:space="preserve"> oraz procesy gwarantujące </w:t>
            </w:r>
            <w:r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  <w:t xml:space="preserve">prawidłowe </w:t>
            </w:r>
            <w:r w:rsidR="00334549" w:rsidRPr="00841766"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  <w:t xml:space="preserve">funkcjonowanie </w:t>
            </w:r>
            <w:proofErr w:type="spellStart"/>
            <w:r w:rsidR="00334549" w:rsidRPr="00841766"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  <w:t>psycho</w:t>
            </w:r>
            <w:proofErr w:type="spellEnd"/>
            <w:r w:rsidR="00334549" w:rsidRPr="00841766"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  <w:t xml:space="preserve">-społeczne </w:t>
            </w:r>
            <w:r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  <w:t>jednostki</w:t>
            </w:r>
          </w:p>
        </w:tc>
        <w:tc>
          <w:tcPr>
            <w:tcW w:w="1865" w:type="dxa"/>
          </w:tcPr>
          <w:p w14:paraId="110B32AC" w14:textId="77777777" w:rsidR="008C7AE2" w:rsidRPr="00CE6A47" w:rsidRDefault="00334549" w:rsidP="002D0A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6A47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5B62F7" w:rsidRPr="00CE6A47" w14:paraId="2583CC3D" w14:textId="77777777" w:rsidTr="00C51576">
        <w:tc>
          <w:tcPr>
            <w:tcW w:w="1681" w:type="dxa"/>
          </w:tcPr>
          <w:p w14:paraId="244B69B8" w14:textId="77777777" w:rsidR="005B62F7" w:rsidRPr="00CE6A47" w:rsidRDefault="005B62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6A4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C237D26" w14:textId="4DE58B10" w:rsidR="005B62F7" w:rsidRPr="00841766" w:rsidRDefault="001A7702" w:rsidP="00841766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Student r</w:t>
            </w:r>
            <w:r w:rsidR="000E46AE" w:rsidRPr="00841766">
              <w:rPr>
                <w:rFonts w:ascii="Corbel" w:hAnsi="Corbel" w:cs="Calibri"/>
                <w:color w:val="000000"/>
                <w:sz w:val="24"/>
                <w:szCs w:val="24"/>
              </w:rPr>
              <w:t xml:space="preserve">ozpoznaje </w:t>
            </w:r>
            <w:r w:rsidR="00334549" w:rsidRPr="00841766">
              <w:rPr>
                <w:rFonts w:ascii="Corbel" w:hAnsi="Corbel" w:cs="Calibri"/>
                <w:color w:val="000000"/>
                <w:sz w:val="24"/>
                <w:szCs w:val="24"/>
              </w:rPr>
              <w:t>procesy przemian w obrębie system</w:t>
            </w:r>
            <w:r w:rsidR="001F1636">
              <w:rPr>
                <w:rFonts w:ascii="Corbel" w:hAnsi="Corbel" w:cs="Calibri"/>
                <w:color w:val="000000"/>
                <w:sz w:val="24"/>
                <w:szCs w:val="24"/>
              </w:rPr>
              <w:t xml:space="preserve">u służby zdrowia </w:t>
            </w:r>
            <w:r w:rsidR="00334549" w:rsidRPr="00841766">
              <w:rPr>
                <w:rFonts w:ascii="Corbel" w:hAnsi="Corbel" w:cs="Calibri"/>
                <w:color w:val="000000"/>
                <w:sz w:val="24"/>
                <w:szCs w:val="24"/>
              </w:rPr>
              <w:t>oraz ich uwarunkowania i skutki</w:t>
            </w:r>
            <w:r w:rsidR="001F1636">
              <w:rPr>
                <w:rFonts w:ascii="Corbel" w:hAnsi="Corbel" w:cs="Calibri"/>
                <w:color w:val="000000"/>
                <w:sz w:val="24"/>
                <w:szCs w:val="24"/>
              </w:rPr>
              <w:t xml:space="preserve">. Student </w:t>
            </w:r>
            <w:r w:rsidR="000E46AE" w:rsidRPr="00841766">
              <w:rPr>
                <w:rFonts w:ascii="Corbel" w:hAnsi="Corbel" w:cs="Calibri"/>
                <w:color w:val="000000"/>
                <w:sz w:val="24"/>
                <w:szCs w:val="24"/>
              </w:rPr>
              <w:t>zna</w:t>
            </w:r>
            <w:r w:rsidR="00334549" w:rsidRPr="00841766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</w:t>
            </w:r>
            <w:r w:rsidR="001F1636">
              <w:rPr>
                <w:rFonts w:ascii="Corbel" w:hAnsi="Corbel" w:cs="Calibri"/>
                <w:color w:val="000000"/>
                <w:sz w:val="24"/>
                <w:szCs w:val="24"/>
              </w:rPr>
              <w:t xml:space="preserve">również </w:t>
            </w:r>
            <w:r w:rsidR="00334549" w:rsidRPr="00841766">
              <w:rPr>
                <w:rFonts w:ascii="Corbel" w:hAnsi="Corbel" w:cs="Calibri"/>
                <w:color w:val="000000"/>
                <w:sz w:val="24"/>
                <w:szCs w:val="24"/>
              </w:rPr>
              <w:t xml:space="preserve">strukturę i zakres działania poszczególnych instytucji </w:t>
            </w:r>
            <w:r w:rsidR="006F6007" w:rsidRPr="00841766">
              <w:rPr>
                <w:rFonts w:ascii="Corbel" w:hAnsi="Corbel" w:cs="Calibri"/>
                <w:color w:val="000000"/>
                <w:sz w:val="24"/>
                <w:szCs w:val="24"/>
              </w:rPr>
              <w:t>medycznych</w:t>
            </w:r>
            <w:r w:rsidR="00334549" w:rsidRPr="00841766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w wymiarze lokalnym</w:t>
            </w:r>
          </w:p>
        </w:tc>
        <w:tc>
          <w:tcPr>
            <w:tcW w:w="1865" w:type="dxa"/>
          </w:tcPr>
          <w:p w14:paraId="78851BAE" w14:textId="77777777" w:rsidR="005B62F7" w:rsidRPr="00CE6A47" w:rsidRDefault="00334549" w:rsidP="002D0A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6A47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5B62F7" w:rsidRPr="00CE6A47" w14:paraId="1CAC1838" w14:textId="77777777" w:rsidTr="00C51576">
        <w:tc>
          <w:tcPr>
            <w:tcW w:w="1681" w:type="dxa"/>
          </w:tcPr>
          <w:p w14:paraId="4C3EF489" w14:textId="77777777" w:rsidR="005B62F7" w:rsidRPr="00CE6A47" w:rsidRDefault="005B62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6A4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26380456" w14:textId="30E4DC98" w:rsidR="005B62F7" w:rsidRPr="00841766" w:rsidRDefault="00C24928" w:rsidP="00841766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Student p</w:t>
            </w:r>
            <w:r w:rsidR="000E46AE" w:rsidRPr="00841766">
              <w:rPr>
                <w:rFonts w:ascii="Corbel" w:hAnsi="Corbel" w:cs="Calibri"/>
                <w:color w:val="000000"/>
                <w:sz w:val="24"/>
                <w:szCs w:val="24"/>
              </w:rPr>
              <w:t xml:space="preserve">otrafi </w:t>
            </w:r>
            <w:r w:rsidR="00334549" w:rsidRPr="00841766">
              <w:rPr>
                <w:rFonts w:ascii="Corbel" w:hAnsi="Corbel" w:cs="Calibri"/>
                <w:color w:val="000000"/>
                <w:sz w:val="24"/>
                <w:szCs w:val="24"/>
              </w:rPr>
              <w:t>prawidłowo interpretować zjawiska społeczne (kulturowe, polityczne, prawne, ekonomiczne) i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> </w:t>
            </w:r>
            <w:r w:rsidR="00334549" w:rsidRPr="00841766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identyfikować ich związek z problematyką </w:t>
            </w:r>
            <w:r w:rsidR="00653270">
              <w:rPr>
                <w:rFonts w:ascii="Corbel" w:hAnsi="Corbel" w:cs="Calibri"/>
                <w:color w:val="000000"/>
                <w:sz w:val="24"/>
                <w:szCs w:val="24"/>
              </w:rPr>
              <w:t>zdrowia oraz choroby</w:t>
            </w:r>
            <w:r w:rsidR="003A6A80">
              <w:rPr>
                <w:rFonts w:ascii="Corbel" w:hAnsi="Corbel" w:cs="Calibri"/>
                <w:color w:val="000000"/>
                <w:sz w:val="24"/>
                <w:szCs w:val="24"/>
              </w:rPr>
              <w:t xml:space="preserve">. Student </w:t>
            </w:r>
            <w:r w:rsidR="000E46AE" w:rsidRPr="00841766">
              <w:rPr>
                <w:rFonts w:ascii="Corbel" w:hAnsi="Corbel" w:cs="Calibri"/>
                <w:color w:val="000000"/>
                <w:sz w:val="24"/>
                <w:szCs w:val="24"/>
              </w:rPr>
              <w:t>umie</w:t>
            </w:r>
            <w:r w:rsidR="00334549" w:rsidRPr="00841766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prawidłowo rozróżniać zjawiska społeczn</w:t>
            </w:r>
            <w:r w:rsidR="000E46AE" w:rsidRPr="00841766">
              <w:rPr>
                <w:rFonts w:ascii="Corbel" w:hAnsi="Corbel" w:cs="Calibri"/>
                <w:color w:val="000000"/>
                <w:sz w:val="24"/>
                <w:szCs w:val="24"/>
              </w:rPr>
              <w:t>e</w:t>
            </w:r>
            <w:r w:rsidR="00334549" w:rsidRPr="00841766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ważne dla procesów kształtujących problemy </w:t>
            </w:r>
            <w:r w:rsidR="006F6007" w:rsidRPr="00841766">
              <w:rPr>
                <w:rFonts w:ascii="Corbel" w:hAnsi="Corbel" w:cs="Calibri"/>
                <w:color w:val="000000"/>
                <w:sz w:val="24"/>
                <w:szCs w:val="24"/>
              </w:rPr>
              <w:t>zdrowia i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> </w:t>
            </w:r>
            <w:r w:rsidR="006F6007" w:rsidRPr="00841766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choroby</w:t>
            </w:r>
          </w:p>
        </w:tc>
        <w:tc>
          <w:tcPr>
            <w:tcW w:w="1865" w:type="dxa"/>
          </w:tcPr>
          <w:p w14:paraId="4E0B258B" w14:textId="77777777" w:rsidR="005B62F7" w:rsidRPr="00CE6A47" w:rsidRDefault="00334549" w:rsidP="002D0A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6A47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5B62F7" w:rsidRPr="00CE6A47" w14:paraId="798591DA" w14:textId="77777777" w:rsidTr="00C51576">
        <w:tc>
          <w:tcPr>
            <w:tcW w:w="1681" w:type="dxa"/>
          </w:tcPr>
          <w:p w14:paraId="1129E434" w14:textId="77777777" w:rsidR="005B62F7" w:rsidRPr="00CE6A47" w:rsidRDefault="005B62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6A47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0F2459CA" w14:textId="7A8AE1A0" w:rsidR="000E46AE" w:rsidRPr="00841766" w:rsidRDefault="003A6A80" w:rsidP="00841766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Student p</w:t>
            </w:r>
            <w:r w:rsidR="000E46AE" w:rsidRPr="00841766">
              <w:rPr>
                <w:rFonts w:ascii="Corbel" w:hAnsi="Corbel" w:cs="Calibri"/>
                <w:color w:val="000000"/>
                <w:sz w:val="24"/>
                <w:szCs w:val="24"/>
              </w:rPr>
              <w:t xml:space="preserve">otrafi </w:t>
            </w:r>
            <w:r w:rsidR="00334549" w:rsidRPr="00841766">
              <w:rPr>
                <w:rFonts w:ascii="Corbel" w:hAnsi="Corbel" w:cs="Calibri"/>
                <w:color w:val="000000"/>
                <w:sz w:val="24"/>
                <w:szCs w:val="24"/>
              </w:rPr>
              <w:t>wykorzystywać wiedzę teoretyczną o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> </w:t>
            </w:r>
            <w:r w:rsidR="00334549" w:rsidRPr="00841766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procesach </w:t>
            </w:r>
            <w:r w:rsidR="000E46AE" w:rsidRPr="00841766">
              <w:rPr>
                <w:rFonts w:ascii="Corbel" w:hAnsi="Corbel" w:cs="Calibri"/>
                <w:color w:val="000000"/>
                <w:sz w:val="24"/>
                <w:szCs w:val="24"/>
              </w:rPr>
              <w:t xml:space="preserve">zdrowotnych </w:t>
            </w:r>
            <w:r w:rsidR="00334549" w:rsidRPr="00841766">
              <w:rPr>
                <w:rFonts w:ascii="Corbel" w:hAnsi="Corbel" w:cs="Calibri"/>
                <w:color w:val="000000"/>
                <w:sz w:val="24"/>
                <w:szCs w:val="24"/>
              </w:rPr>
              <w:t>zachodzących w społeczeństwie do szczegółowego opisu kwestii związanych z pracą socjalną</w:t>
            </w:r>
          </w:p>
        </w:tc>
        <w:tc>
          <w:tcPr>
            <w:tcW w:w="1865" w:type="dxa"/>
          </w:tcPr>
          <w:p w14:paraId="00954505" w14:textId="03966624" w:rsidR="005B62F7" w:rsidRPr="00CE6A47" w:rsidRDefault="00334549" w:rsidP="002D0A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6A47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C51576" w:rsidRPr="00CE6A47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CE6A47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  <w:tr w:rsidR="005B62F7" w:rsidRPr="00CE6A47" w14:paraId="39C9DFC5" w14:textId="77777777" w:rsidTr="00C51576">
        <w:tc>
          <w:tcPr>
            <w:tcW w:w="1681" w:type="dxa"/>
          </w:tcPr>
          <w:p w14:paraId="14394B84" w14:textId="77777777" w:rsidR="005B62F7" w:rsidRPr="00CE6A47" w:rsidRDefault="005B62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6A47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1973675A" w14:textId="77777777" w:rsidR="005B62F7" w:rsidRDefault="004F1567" w:rsidP="00841766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Student u</w:t>
            </w:r>
            <w:r w:rsidR="000E46AE" w:rsidRPr="00841766">
              <w:rPr>
                <w:rFonts w:ascii="Corbel" w:hAnsi="Corbel" w:cs="Calibri"/>
                <w:color w:val="000000"/>
                <w:sz w:val="24"/>
                <w:szCs w:val="24"/>
              </w:rPr>
              <w:t xml:space="preserve">mie </w:t>
            </w:r>
            <w:r w:rsidR="00334549" w:rsidRPr="00841766">
              <w:rPr>
                <w:rFonts w:ascii="Corbel" w:hAnsi="Corbel" w:cs="Calibri"/>
                <w:color w:val="000000"/>
                <w:sz w:val="24"/>
                <w:szCs w:val="24"/>
              </w:rPr>
              <w:t>analizować i uzasadniać ludzkie zachowania</w:t>
            </w:r>
            <w:r w:rsidR="003A6A80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związane ze stanem zdrowia</w:t>
            </w:r>
            <w:r w:rsidR="00334549" w:rsidRPr="00841766">
              <w:rPr>
                <w:rFonts w:ascii="Corbel" w:hAnsi="Corbel" w:cs="Calibri"/>
                <w:color w:val="000000"/>
                <w:sz w:val="24"/>
                <w:szCs w:val="24"/>
              </w:rPr>
              <w:t>, ich motywy i konsekwencje (społeczne, kulturowe, prawne i ekonomiczne)</w:t>
            </w:r>
          </w:p>
          <w:p w14:paraId="609F7EA9" w14:textId="77777777" w:rsidR="00000421" w:rsidRDefault="00000421" w:rsidP="00841766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</w:p>
          <w:p w14:paraId="7512B495" w14:textId="7B50AA3A" w:rsidR="00000421" w:rsidRPr="00841766" w:rsidRDefault="00000421" w:rsidP="00841766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</w:p>
        </w:tc>
        <w:tc>
          <w:tcPr>
            <w:tcW w:w="1865" w:type="dxa"/>
          </w:tcPr>
          <w:p w14:paraId="69A6A9B8" w14:textId="77777777" w:rsidR="005B62F7" w:rsidRPr="00CE6A47" w:rsidRDefault="00334549" w:rsidP="002D0A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6A47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5B62F7" w:rsidRPr="00CE6A47" w14:paraId="54F410F0" w14:textId="77777777" w:rsidTr="00C51576">
        <w:tc>
          <w:tcPr>
            <w:tcW w:w="1681" w:type="dxa"/>
          </w:tcPr>
          <w:p w14:paraId="109A5FF0" w14:textId="77777777" w:rsidR="005B62F7" w:rsidRPr="00CE6A47" w:rsidRDefault="005B62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6A4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5974" w:type="dxa"/>
          </w:tcPr>
          <w:p w14:paraId="0D5F25B9" w14:textId="0FAA3A46" w:rsidR="005B62F7" w:rsidRPr="00841766" w:rsidRDefault="004F1567" w:rsidP="00841766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Student </w:t>
            </w:r>
            <w:r w:rsidR="00192081">
              <w:rPr>
                <w:rFonts w:ascii="Corbel" w:hAnsi="Corbel" w:cs="Calibri"/>
                <w:color w:val="000000"/>
                <w:sz w:val="24"/>
                <w:szCs w:val="24"/>
              </w:rPr>
              <w:t>jest gotów</w:t>
            </w:r>
            <w:r w:rsidR="000E46AE" w:rsidRPr="00841766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</w:t>
            </w:r>
            <w:r w:rsidR="00334549" w:rsidRPr="00841766">
              <w:rPr>
                <w:rFonts w:ascii="Corbel" w:hAnsi="Corbel" w:cs="Calibri"/>
                <w:color w:val="000000"/>
                <w:sz w:val="24"/>
                <w:szCs w:val="24"/>
              </w:rPr>
              <w:t>organizowa</w:t>
            </w:r>
            <w:r w:rsidR="006F6007" w:rsidRPr="00841766">
              <w:rPr>
                <w:rFonts w:ascii="Corbel" w:hAnsi="Corbel" w:cs="Calibri"/>
                <w:color w:val="000000"/>
                <w:sz w:val="24"/>
                <w:szCs w:val="24"/>
              </w:rPr>
              <w:t>ć</w:t>
            </w:r>
            <w:r w:rsidR="00334549" w:rsidRPr="00841766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kontakt</w:t>
            </w:r>
            <w:r w:rsidR="006F6007" w:rsidRPr="00841766">
              <w:rPr>
                <w:rFonts w:ascii="Corbel" w:hAnsi="Corbel" w:cs="Calibri"/>
                <w:color w:val="000000"/>
                <w:sz w:val="24"/>
                <w:szCs w:val="24"/>
              </w:rPr>
              <w:t>y</w:t>
            </w:r>
            <w:r w:rsidR="00334549" w:rsidRPr="00841766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z otoczeniem społecznym (interesariuszami zewnętrznymi) oraz</w:t>
            </w:r>
            <w:r w:rsidR="00000421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podejmować</w:t>
            </w:r>
            <w:r w:rsidR="00334549" w:rsidRPr="00841766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współprac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>ę</w:t>
            </w:r>
            <w:r w:rsidR="00334549" w:rsidRPr="00841766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na rzecz rozwiązywania problemów </w:t>
            </w:r>
            <w:r w:rsidR="006F6007" w:rsidRPr="00841766">
              <w:rPr>
                <w:rFonts w:ascii="Corbel" w:hAnsi="Corbel" w:cs="Calibri"/>
                <w:color w:val="000000"/>
                <w:sz w:val="24"/>
                <w:szCs w:val="24"/>
              </w:rPr>
              <w:t>zdrowia i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> </w:t>
            </w:r>
            <w:r w:rsidR="006F6007" w:rsidRPr="00841766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choroby</w:t>
            </w:r>
          </w:p>
        </w:tc>
        <w:tc>
          <w:tcPr>
            <w:tcW w:w="1865" w:type="dxa"/>
          </w:tcPr>
          <w:p w14:paraId="1636F224" w14:textId="77777777" w:rsidR="005B62F7" w:rsidRPr="00CE6A47" w:rsidRDefault="00334549" w:rsidP="002D0A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6A47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5B62F7" w:rsidRPr="00CE6A47" w14:paraId="09F30D7A" w14:textId="77777777" w:rsidTr="00C51576">
        <w:tc>
          <w:tcPr>
            <w:tcW w:w="1681" w:type="dxa"/>
          </w:tcPr>
          <w:p w14:paraId="323ABA6E" w14:textId="77777777" w:rsidR="005B62F7" w:rsidRPr="00CE6A47" w:rsidRDefault="005B62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6A47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14:paraId="120ECF60" w14:textId="0D43E232" w:rsidR="005B62F7" w:rsidRPr="00841766" w:rsidRDefault="00000421" w:rsidP="00841766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Student </w:t>
            </w:r>
            <w:r w:rsidR="00192081">
              <w:rPr>
                <w:rFonts w:ascii="Corbel" w:hAnsi="Corbel" w:cs="Calibri"/>
                <w:color w:val="000000"/>
                <w:sz w:val="24"/>
                <w:szCs w:val="24"/>
              </w:rPr>
              <w:t>jest przygotowany do</w:t>
            </w:r>
            <w:r w:rsidR="006F6007" w:rsidRPr="00841766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</w:t>
            </w:r>
            <w:r w:rsidR="00334549" w:rsidRPr="00841766">
              <w:rPr>
                <w:rFonts w:ascii="Corbel" w:hAnsi="Corbel" w:cs="Calibri"/>
                <w:color w:val="000000"/>
                <w:sz w:val="24"/>
                <w:szCs w:val="24"/>
              </w:rPr>
              <w:t>rozstrzyga</w:t>
            </w:r>
            <w:r w:rsidR="00192081">
              <w:rPr>
                <w:rFonts w:ascii="Corbel" w:hAnsi="Corbel" w:cs="Calibri"/>
                <w:color w:val="000000"/>
                <w:sz w:val="24"/>
                <w:szCs w:val="24"/>
              </w:rPr>
              <w:t>nia</w:t>
            </w:r>
            <w:r w:rsidR="00334549" w:rsidRPr="00841766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kwesti</w:t>
            </w:r>
            <w:r w:rsidR="00192081">
              <w:rPr>
                <w:rFonts w:ascii="Corbel" w:hAnsi="Corbel" w:cs="Calibri"/>
                <w:color w:val="000000"/>
                <w:sz w:val="24"/>
                <w:szCs w:val="24"/>
              </w:rPr>
              <w:t>i</w:t>
            </w:r>
            <w:r w:rsidR="00334549" w:rsidRPr="00841766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etyczn</w:t>
            </w:r>
            <w:r w:rsidR="00192081">
              <w:rPr>
                <w:rFonts w:ascii="Corbel" w:hAnsi="Corbel" w:cs="Calibri"/>
                <w:color w:val="000000"/>
                <w:sz w:val="24"/>
                <w:szCs w:val="24"/>
              </w:rPr>
              <w:t>ych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 związan</w:t>
            </w:r>
            <w:r w:rsidR="00192081">
              <w:rPr>
                <w:rFonts w:ascii="Corbel" w:hAnsi="Corbel" w:cs="Calibri"/>
                <w:color w:val="000000"/>
                <w:sz w:val="24"/>
                <w:szCs w:val="24"/>
              </w:rPr>
              <w:t>ych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 ze stanem zdrowia człowieka</w:t>
            </w:r>
            <w:r w:rsidR="00334549" w:rsidRPr="00841766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w oparciu o aksjologiczne aspekty zawodu pracownika socjalnego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 oraz</w:t>
            </w:r>
            <w:r w:rsidR="00192081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</w:t>
            </w:r>
            <w:r w:rsidR="006F6007" w:rsidRPr="00841766">
              <w:rPr>
                <w:rFonts w:ascii="Corbel" w:hAnsi="Corbel" w:cs="Calibri"/>
                <w:color w:val="000000"/>
                <w:sz w:val="24"/>
                <w:szCs w:val="24"/>
              </w:rPr>
              <w:t>interpret</w:t>
            </w:r>
            <w:r w:rsidR="00192081">
              <w:rPr>
                <w:rFonts w:ascii="Corbel" w:hAnsi="Corbel" w:cs="Calibri"/>
                <w:color w:val="000000"/>
                <w:sz w:val="24"/>
                <w:szCs w:val="24"/>
              </w:rPr>
              <w:t>uje</w:t>
            </w:r>
            <w:r w:rsidR="006F6007" w:rsidRPr="00841766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relacje lekarz-pacjent</w:t>
            </w:r>
          </w:p>
        </w:tc>
        <w:tc>
          <w:tcPr>
            <w:tcW w:w="1865" w:type="dxa"/>
          </w:tcPr>
          <w:p w14:paraId="5D365F4E" w14:textId="77777777" w:rsidR="005B62F7" w:rsidRPr="00CE6A47" w:rsidRDefault="00334549" w:rsidP="002D0A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6A47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5B62F7" w:rsidRPr="00CE6A47" w14:paraId="18B288EA" w14:textId="77777777" w:rsidTr="00C51576">
        <w:tc>
          <w:tcPr>
            <w:tcW w:w="1681" w:type="dxa"/>
          </w:tcPr>
          <w:p w14:paraId="4C58C880" w14:textId="77777777" w:rsidR="005B62F7" w:rsidRPr="00CE6A47" w:rsidRDefault="005B62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6A47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4" w:type="dxa"/>
          </w:tcPr>
          <w:p w14:paraId="0510C5C6" w14:textId="2B7164BE" w:rsidR="005B62F7" w:rsidRPr="00841766" w:rsidRDefault="00192081" w:rsidP="00841766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Student jest gotów </w:t>
            </w:r>
            <w:r w:rsidR="00334549" w:rsidRPr="00841766">
              <w:rPr>
                <w:rFonts w:ascii="Corbel" w:hAnsi="Corbel" w:cs="Calibri"/>
                <w:color w:val="000000"/>
                <w:sz w:val="24"/>
                <w:szCs w:val="24"/>
              </w:rPr>
              <w:t>posługiwa</w:t>
            </w:r>
            <w:r w:rsidR="006F6007" w:rsidRPr="00841766">
              <w:rPr>
                <w:rFonts w:ascii="Corbel" w:hAnsi="Corbel" w:cs="Calibri"/>
                <w:color w:val="000000"/>
                <w:sz w:val="24"/>
                <w:szCs w:val="24"/>
              </w:rPr>
              <w:t>ć</w:t>
            </w:r>
            <w:r w:rsidR="00334549" w:rsidRPr="00841766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się podstawowymi podejściami teoretycznymi w analizowaniu różnych aspektów ludzkich zachowań </w:t>
            </w:r>
            <w:r w:rsidR="006F6007" w:rsidRPr="00841766">
              <w:rPr>
                <w:rFonts w:ascii="Corbel" w:hAnsi="Corbel" w:cs="Calibri"/>
                <w:color w:val="000000"/>
                <w:sz w:val="24"/>
                <w:szCs w:val="24"/>
              </w:rPr>
              <w:t xml:space="preserve">zdrowotnych </w:t>
            </w:r>
            <w:r w:rsidR="00334549" w:rsidRPr="00841766">
              <w:rPr>
                <w:rFonts w:ascii="Corbel" w:hAnsi="Corbel" w:cs="Calibri"/>
                <w:color w:val="000000"/>
                <w:sz w:val="24"/>
                <w:szCs w:val="24"/>
              </w:rPr>
              <w:t>w celu diagnozowania, prognozowania oraz formułowania programów działań socjalnych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 i zdrowotnych</w:t>
            </w:r>
          </w:p>
        </w:tc>
        <w:tc>
          <w:tcPr>
            <w:tcW w:w="1865" w:type="dxa"/>
          </w:tcPr>
          <w:p w14:paraId="6F7FE64A" w14:textId="77777777" w:rsidR="005B62F7" w:rsidRPr="00CE6A47" w:rsidRDefault="00334549" w:rsidP="002D0A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6A47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="005B62F7" w:rsidRPr="00CE6A47" w14:paraId="2F68ED1F" w14:textId="77777777" w:rsidTr="00C51576">
        <w:tc>
          <w:tcPr>
            <w:tcW w:w="1681" w:type="dxa"/>
          </w:tcPr>
          <w:p w14:paraId="143B3F5E" w14:textId="77777777" w:rsidR="005B62F7" w:rsidRPr="00CE6A47" w:rsidRDefault="005B62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6A47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974" w:type="dxa"/>
          </w:tcPr>
          <w:p w14:paraId="3FFAC221" w14:textId="26522CDF" w:rsidR="005B62F7" w:rsidRPr="00841766" w:rsidRDefault="00192081" w:rsidP="00841766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Student jest gotów do </w:t>
            </w:r>
            <w:r w:rsidR="00334549" w:rsidRPr="00841766">
              <w:rPr>
                <w:rFonts w:ascii="Corbel" w:hAnsi="Corbel" w:cs="Calibri"/>
                <w:color w:val="000000"/>
                <w:sz w:val="24"/>
                <w:szCs w:val="24"/>
              </w:rPr>
              <w:t>myślenia w sposób przedsiębiorczy oraz uczestnictwa w grupach, organizacjach, instytucjach podejmujących działania socjalne i realizujących projekt</w:t>
            </w:r>
            <w:r w:rsidR="006F6007" w:rsidRPr="00841766">
              <w:rPr>
                <w:rFonts w:ascii="Corbel" w:hAnsi="Corbel" w:cs="Calibri"/>
                <w:color w:val="000000"/>
                <w:sz w:val="24"/>
                <w:szCs w:val="24"/>
              </w:rPr>
              <w:t>y prozdrowotne</w:t>
            </w:r>
          </w:p>
        </w:tc>
        <w:tc>
          <w:tcPr>
            <w:tcW w:w="1865" w:type="dxa"/>
          </w:tcPr>
          <w:p w14:paraId="11F642AF" w14:textId="77777777" w:rsidR="005B62F7" w:rsidRPr="00CE6A47" w:rsidRDefault="00334549" w:rsidP="002D0A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6A47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14:paraId="0B589377" w14:textId="77777777" w:rsidR="0085747A" w:rsidRPr="00CE6A4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1DF506" w14:textId="77777777" w:rsidR="0085747A" w:rsidRPr="00CE6A4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E6A47">
        <w:rPr>
          <w:rFonts w:ascii="Corbel" w:hAnsi="Corbel"/>
          <w:b/>
          <w:sz w:val="24"/>
          <w:szCs w:val="24"/>
        </w:rPr>
        <w:t>3.3</w:t>
      </w:r>
      <w:r w:rsidR="0085747A" w:rsidRPr="00CE6A47">
        <w:rPr>
          <w:rFonts w:ascii="Corbel" w:hAnsi="Corbel"/>
          <w:b/>
          <w:sz w:val="24"/>
          <w:szCs w:val="24"/>
        </w:rPr>
        <w:t>T</w:t>
      </w:r>
      <w:r w:rsidR="001D7B54" w:rsidRPr="00CE6A47">
        <w:rPr>
          <w:rFonts w:ascii="Corbel" w:hAnsi="Corbel"/>
          <w:b/>
          <w:sz w:val="24"/>
          <w:szCs w:val="24"/>
        </w:rPr>
        <w:t xml:space="preserve">reści programowe </w:t>
      </w:r>
    </w:p>
    <w:p w14:paraId="784DDB3E" w14:textId="77777777" w:rsidR="0085747A" w:rsidRPr="00CE6A47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E6A47">
        <w:rPr>
          <w:rFonts w:ascii="Corbel" w:hAnsi="Corbel"/>
          <w:sz w:val="24"/>
          <w:szCs w:val="24"/>
        </w:rPr>
        <w:t xml:space="preserve">Problematyka wykładu </w:t>
      </w:r>
    </w:p>
    <w:p w14:paraId="5DE0C139" w14:textId="77777777" w:rsidR="00675843" w:rsidRPr="00CE6A47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E6A47" w14:paraId="43F28FAB" w14:textId="77777777" w:rsidTr="00036C8C">
        <w:tc>
          <w:tcPr>
            <w:tcW w:w="9520" w:type="dxa"/>
          </w:tcPr>
          <w:p w14:paraId="12619089" w14:textId="77777777" w:rsidR="0085747A" w:rsidRPr="00CE6A4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6A4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36C8C" w:rsidRPr="00CE6A47" w14:paraId="4504E53D" w14:textId="77777777" w:rsidTr="00036C8C">
        <w:tc>
          <w:tcPr>
            <w:tcW w:w="9520" w:type="dxa"/>
          </w:tcPr>
          <w:p w14:paraId="179EE005" w14:textId="7ECEBCE7" w:rsidR="00036C8C" w:rsidRPr="00CE6A47" w:rsidRDefault="00CE6A4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6A47"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2575A09C" w14:textId="77777777" w:rsidR="0085747A" w:rsidRPr="00CE6A4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C9F551E" w14:textId="77777777" w:rsidR="0085747A" w:rsidRPr="00CE6A4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E6A47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E6A47">
        <w:rPr>
          <w:rFonts w:ascii="Corbel" w:hAnsi="Corbel"/>
          <w:sz w:val="24"/>
          <w:szCs w:val="24"/>
        </w:rPr>
        <w:t xml:space="preserve">, </w:t>
      </w:r>
      <w:r w:rsidRPr="00CE6A47">
        <w:rPr>
          <w:rFonts w:ascii="Corbel" w:hAnsi="Corbel"/>
          <w:sz w:val="24"/>
          <w:szCs w:val="24"/>
        </w:rPr>
        <w:t xml:space="preserve">zajęć praktycznych </w:t>
      </w:r>
    </w:p>
    <w:p w14:paraId="77912E92" w14:textId="77777777" w:rsidR="0085747A" w:rsidRPr="00CE6A47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E6A47" w14:paraId="0482C9A3" w14:textId="77777777" w:rsidTr="00036C8C">
        <w:tc>
          <w:tcPr>
            <w:tcW w:w="9520" w:type="dxa"/>
          </w:tcPr>
          <w:p w14:paraId="17B48C9B" w14:textId="77777777" w:rsidR="0085747A" w:rsidRPr="00CE6A4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E6A4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36C8C" w:rsidRPr="00CE6A47" w14:paraId="38E7BC24" w14:textId="77777777" w:rsidTr="00036C8C">
        <w:tc>
          <w:tcPr>
            <w:tcW w:w="9520" w:type="dxa"/>
          </w:tcPr>
          <w:p w14:paraId="43F8BFED" w14:textId="77777777" w:rsidR="00036C8C" w:rsidRPr="00CE6A47" w:rsidRDefault="00036C8C" w:rsidP="00FE19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6A47">
              <w:rPr>
                <w:rFonts w:ascii="Corbel" w:hAnsi="Corbel"/>
                <w:sz w:val="24"/>
                <w:szCs w:val="24"/>
              </w:rPr>
              <w:t>Przedmiot, pojęcia i kierunki socjologii medycyny</w:t>
            </w:r>
          </w:p>
        </w:tc>
      </w:tr>
      <w:tr w:rsidR="00036C8C" w:rsidRPr="00CE6A47" w14:paraId="2EB1C04F" w14:textId="77777777" w:rsidTr="00036C8C">
        <w:tc>
          <w:tcPr>
            <w:tcW w:w="9520" w:type="dxa"/>
          </w:tcPr>
          <w:p w14:paraId="2D299123" w14:textId="77777777" w:rsidR="00036C8C" w:rsidRPr="00CE6A47" w:rsidRDefault="00036C8C" w:rsidP="00FE19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6A47">
              <w:rPr>
                <w:rFonts w:ascii="Corbel" w:hAnsi="Corbel"/>
                <w:sz w:val="24"/>
                <w:szCs w:val="24"/>
              </w:rPr>
              <w:t>Wybrane teorie socjologiczne i ich zastosowanie w interpretacji zjawisk medycznych</w:t>
            </w:r>
          </w:p>
        </w:tc>
      </w:tr>
      <w:tr w:rsidR="00036C8C" w:rsidRPr="00CE6A47" w14:paraId="41F38B05" w14:textId="77777777" w:rsidTr="00036C8C">
        <w:tc>
          <w:tcPr>
            <w:tcW w:w="9520" w:type="dxa"/>
          </w:tcPr>
          <w:p w14:paraId="742B734F" w14:textId="77777777" w:rsidR="00036C8C" w:rsidRPr="00CE6A47" w:rsidRDefault="00036C8C" w:rsidP="00FE19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6A47">
              <w:rPr>
                <w:rFonts w:ascii="Corbel" w:hAnsi="Corbel"/>
                <w:sz w:val="24"/>
                <w:szCs w:val="24"/>
              </w:rPr>
              <w:t>Współczesne badania w socjologii medycyny, zdrowia i choroby</w:t>
            </w:r>
          </w:p>
        </w:tc>
      </w:tr>
      <w:tr w:rsidR="00036C8C" w:rsidRPr="00CE6A47" w14:paraId="3EBAB5AB" w14:textId="77777777" w:rsidTr="00036C8C">
        <w:tc>
          <w:tcPr>
            <w:tcW w:w="9520" w:type="dxa"/>
          </w:tcPr>
          <w:p w14:paraId="37291941" w14:textId="77777777" w:rsidR="00036C8C" w:rsidRPr="00CE6A47" w:rsidRDefault="00036C8C" w:rsidP="00FE19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6A47">
              <w:rPr>
                <w:rFonts w:ascii="Corbel" w:hAnsi="Corbel"/>
                <w:sz w:val="24"/>
                <w:szCs w:val="24"/>
              </w:rPr>
              <w:t>Społeczno-kulturowe uwarunkowania zachowań  związanych ze zdrowiem i chorobą</w:t>
            </w:r>
          </w:p>
        </w:tc>
      </w:tr>
      <w:tr w:rsidR="00036C8C" w:rsidRPr="00CE6A47" w14:paraId="52187881" w14:textId="77777777" w:rsidTr="00036C8C">
        <w:tc>
          <w:tcPr>
            <w:tcW w:w="9520" w:type="dxa"/>
          </w:tcPr>
          <w:p w14:paraId="1BD83FE8" w14:textId="77777777" w:rsidR="00036C8C" w:rsidRPr="00CE6A47" w:rsidRDefault="00036C8C" w:rsidP="00FE19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E6A47">
              <w:rPr>
                <w:rFonts w:ascii="Corbel" w:hAnsi="Corbel"/>
                <w:sz w:val="24"/>
                <w:szCs w:val="24"/>
              </w:rPr>
              <w:t>Medykalizacja</w:t>
            </w:r>
            <w:proofErr w:type="spellEnd"/>
            <w:r w:rsidRPr="00CE6A47">
              <w:rPr>
                <w:rFonts w:ascii="Corbel" w:hAnsi="Corbel"/>
                <w:sz w:val="24"/>
                <w:szCs w:val="24"/>
              </w:rPr>
              <w:t xml:space="preserve">  i </w:t>
            </w:r>
            <w:proofErr w:type="spellStart"/>
            <w:r w:rsidRPr="00CE6A47">
              <w:rPr>
                <w:rFonts w:ascii="Corbel" w:hAnsi="Corbel"/>
                <w:sz w:val="24"/>
                <w:szCs w:val="24"/>
              </w:rPr>
              <w:t>farmakologizacja</w:t>
            </w:r>
            <w:proofErr w:type="spellEnd"/>
            <w:r w:rsidRPr="00CE6A47">
              <w:rPr>
                <w:rFonts w:ascii="Corbel" w:hAnsi="Corbel"/>
                <w:sz w:val="24"/>
                <w:szCs w:val="24"/>
              </w:rPr>
              <w:t xml:space="preserve"> życia</w:t>
            </w:r>
          </w:p>
        </w:tc>
      </w:tr>
      <w:tr w:rsidR="00036C8C" w:rsidRPr="00CE6A47" w14:paraId="49E53FCA" w14:textId="77777777" w:rsidTr="00036C8C">
        <w:tc>
          <w:tcPr>
            <w:tcW w:w="9520" w:type="dxa"/>
          </w:tcPr>
          <w:p w14:paraId="0FD3C2CF" w14:textId="77777777" w:rsidR="00036C8C" w:rsidRPr="00CE6A47" w:rsidRDefault="00036C8C" w:rsidP="00FE19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6A47">
              <w:rPr>
                <w:rFonts w:ascii="Corbel" w:hAnsi="Corbel"/>
                <w:sz w:val="24"/>
                <w:szCs w:val="24"/>
              </w:rPr>
              <w:t>Współczesne problemy w relacji lekarz-pacjent</w:t>
            </w:r>
          </w:p>
        </w:tc>
      </w:tr>
      <w:tr w:rsidR="00036C8C" w:rsidRPr="00CE6A47" w14:paraId="23687293" w14:textId="77777777" w:rsidTr="00036C8C">
        <w:tc>
          <w:tcPr>
            <w:tcW w:w="9520" w:type="dxa"/>
          </w:tcPr>
          <w:p w14:paraId="7ACCF1E2" w14:textId="77777777" w:rsidR="00036C8C" w:rsidRPr="00CE6A47" w:rsidRDefault="00036C8C" w:rsidP="00FE19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6A47">
              <w:rPr>
                <w:rFonts w:ascii="Corbel" w:hAnsi="Corbel"/>
                <w:sz w:val="24"/>
                <w:szCs w:val="24"/>
              </w:rPr>
              <w:t>Społeczne podstawy zdrowia</w:t>
            </w:r>
          </w:p>
        </w:tc>
      </w:tr>
      <w:tr w:rsidR="00036C8C" w:rsidRPr="00CE6A47" w14:paraId="17E98283" w14:textId="77777777" w:rsidTr="00036C8C">
        <w:tc>
          <w:tcPr>
            <w:tcW w:w="9520" w:type="dxa"/>
          </w:tcPr>
          <w:p w14:paraId="79003476" w14:textId="77777777" w:rsidR="00036C8C" w:rsidRPr="00CE6A47" w:rsidRDefault="00036C8C" w:rsidP="00FE19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6A47">
              <w:rPr>
                <w:rFonts w:ascii="Corbel" w:hAnsi="Corbel"/>
                <w:sz w:val="24"/>
                <w:szCs w:val="24"/>
              </w:rPr>
              <w:t xml:space="preserve">Społeczna rola chorego T. </w:t>
            </w:r>
            <w:proofErr w:type="spellStart"/>
            <w:r w:rsidRPr="00CE6A47">
              <w:rPr>
                <w:rFonts w:ascii="Corbel" w:hAnsi="Corbel"/>
                <w:sz w:val="24"/>
                <w:szCs w:val="24"/>
              </w:rPr>
              <w:t>Parsonsa</w:t>
            </w:r>
            <w:proofErr w:type="spellEnd"/>
          </w:p>
        </w:tc>
      </w:tr>
      <w:tr w:rsidR="00036C8C" w:rsidRPr="00CE6A47" w14:paraId="6F77A5E9" w14:textId="77777777" w:rsidTr="00036C8C">
        <w:tc>
          <w:tcPr>
            <w:tcW w:w="9520" w:type="dxa"/>
          </w:tcPr>
          <w:p w14:paraId="7440A7F0" w14:textId="77777777" w:rsidR="00036C8C" w:rsidRPr="00CE6A47" w:rsidRDefault="00036C8C" w:rsidP="00FE19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6A47">
              <w:rPr>
                <w:rFonts w:ascii="Corbel" w:hAnsi="Corbel"/>
                <w:sz w:val="24"/>
                <w:szCs w:val="24"/>
              </w:rPr>
              <w:t>Niepełnosprawność jako problem społeczny</w:t>
            </w:r>
          </w:p>
        </w:tc>
      </w:tr>
      <w:tr w:rsidR="00036C8C" w:rsidRPr="00CE6A47" w14:paraId="09361212" w14:textId="77777777" w:rsidTr="00036C8C">
        <w:tc>
          <w:tcPr>
            <w:tcW w:w="9520" w:type="dxa"/>
          </w:tcPr>
          <w:p w14:paraId="5C24C212" w14:textId="77777777" w:rsidR="00036C8C" w:rsidRPr="00CE6A47" w:rsidRDefault="00036C8C" w:rsidP="00FE19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6A47">
              <w:rPr>
                <w:rFonts w:ascii="Corbel" w:hAnsi="Corbel"/>
                <w:sz w:val="24"/>
                <w:szCs w:val="24"/>
              </w:rPr>
              <w:t> Socjologiczne aspekty starości i umierania</w:t>
            </w:r>
          </w:p>
        </w:tc>
      </w:tr>
      <w:tr w:rsidR="00036C8C" w:rsidRPr="00CE6A47" w14:paraId="4E3CB2FA" w14:textId="77777777" w:rsidTr="00036C8C">
        <w:tc>
          <w:tcPr>
            <w:tcW w:w="9520" w:type="dxa"/>
          </w:tcPr>
          <w:p w14:paraId="7A5FF4BB" w14:textId="77777777" w:rsidR="00036C8C" w:rsidRPr="00CE6A47" w:rsidRDefault="00036C8C" w:rsidP="00FE19E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6A47">
              <w:rPr>
                <w:rFonts w:ascii="Corbel" w:hAnsi="Corbel"/>
                <w:sz w:val="24"/>
                <w:szCs w:val="24"/>
              </w:rPr>
              <w:t>Ciało w przestrzeni społecznej – ciało jako kapitał, jako towar, jako miejsce kontroli społecznej</w:t>
            </w:r>
          </w:p>
        </w:tc>
      </w:tr>
      <w:tr w:rsidR="00036C8C" w:rsidRPr="00CE6A47" w14:paraId="00A6A854" w14:textId="77777777" w:rsidTr="00036C8C">
        <w:tc>
          <w:tcPr>
            <w:tcW w:w="9520" w:type="dxa"/>
          </w:tcPr>
          <w:p w14:paraId="09AB0334" w14:textId="77777777" w:rsidR="00036C8C" w:rsidRPr="00CE6A47" w:rsidRDefault="00036C8C" w:rsidP="00FE19E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6A47">
              <w:rPr>
                <w:rFonts w:ascii="Corbel" w:hAnsi="Corbel"/>
                <w:sz w:val="24"/>
                <w:szCs w:val="24"/>
              </w:rPr>
              <w:t>Ciało jako źródło przyjemności i miejsce cierpienia</w:t>
            </w:r>
          </w:p>
        </w:tc>
      </w:tr>
    </w:tbl>
    <w:p w14:paraId="1450680D" w14:textId="77777777" w:rsidR="0085747A" w:rsidRPr="00CE6A4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B47863" w14:textId="77777777" w:rsidR="0085747A" w:rsidRPr="00CE6A47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E6A47">
        <w:rPr>
          <w:rFonts w:ascii="Corbel" w:hAnsi="Corbel"/>
          <w:smallCaps w:val="0"/>
          <w:szCs w:val="24"/>
        </w:rPr>
        <w:t>3.4 Metody dydaktyczne</w:t>
      </w:r>
    </w:p>
    <w:p w14:paraId="684FFB32" w14:textId="77777777" w:rsidR="004846FA" w:rsidRPr="00CE6A47" w:rsidRDefault="004846FA" w:rsidP="009C54AE">
      <w:pPr>
        <w:pStyle w:val="Punktygwne"/>
        <w:spacing w:before="0" w:after="0"/>
        <w:rPr>
          <w:rFonts w:ascii="Corbel" w:hAnsi="Corbel"/>
          <w:b w:val="0"/>
          <w:i/>
          <w:smallCaps w:val="0"/>
          <w:sz w:val="20"/>
          <w:szCs w:val="20"/>
        </w:rPr>
      </w:pPr>
    </w:p>
    <w:p w14:paraId="5F6495EA" w14:textId="39901B50" w:rsidR="0085747A" w:rsidRPr="00CE6A47" w:rsidRDefault="004846F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6A47">
        <w:rPr>
          <w:rFonts w:ascii="Corbel" w:hAnsi="Corbel"/>
          <w:b w:val="0"/>
          <w:smallCaps w:val="0"/>
          <w:szCs w:val="24"/>
        </w:rPr>
        <w:t>Wykład z prezentacją multimedialną; analiza tekstów z dyskusją; praca w grupach (rozwiązywanie zadań, dyskusja)</w:t>
      </w:r>
      <w:r w:rsidR="00192081">
        <w:rPr>
          <w:rFonts w:ascii="Corbel" w:hAnsi="Corbel"/>
          <w:b w:val="0"/>
          <w:smallCaps w:val="0"/>
          <w:szCs w:val="24"/>
        </w:rPr>
        <w:t>.</w:t>
      </w:r>
    </w:p>
    <w:p w14:paraId="30D8094D" w14:textId="68749DA8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D12ED0" w14:textId="5FFDDA45" w:rsidR="00192081" w:rsidRDefault="0019208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AB7ACF" w14:textId="559326B2" w:rsidR="00192081" w:rsidRDefault="0019208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9407028" w14:textId="77777777" w:rsidR="00192081" w:rsidRPr="00CE6A47" w:rsidRDefault="0019208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EC1FEF9" w14:textId="77777777" w:rsidR="0085747A" w:rsidRPr="00CE6A4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E6A47">
        <w:rPr>
          <w:rFonts w:ascii="Corbel" w:hAnsi="Corbel"/>
          <w:smallCaps w:val="0"/>
          <w:szCs w:val="24"/>
        </w:rPr>
        <w:t xml:space="preserve">4. </w:t>
      </w:r>
      <w:r w:rsidR="0085747A" w:rsidRPr="00CE6A47">
        <w:rPr>
          <w:rFonts w:ascii="Corbel" w:hAnsi="Corbel"/>
          <w:smallCaps w:val="0"/>
          <w:szCs w:val="24"/>
        </w:rPr>
        <w:t>METODY I KRYTERIA OCENY</w:t>
      </w:r>
    </w:p>
    <w:p w14:paraId="135F5806" w14:textId="77777777" w:rsidR="00923D7D" w:rsidRPr="00CE6A4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C08F2F" w14:textId="77777777" w:rsidR="0085747A" w:rsidRPr="00CE6A47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E6A47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E6A47">
        <w:rPr>
          <w:rFonts w:ascii="Corbel" w:hAnsi="Corbel"/>
          <w:smallCaps w:val="0"/>
          <w:szCs w:val="24"/>
        </w:rPr>
        <w:t>uczenia się</w:t>
      </w:r>
    </w:p>
    <w:p w14:paraId="3541CFF9" w14:textId="77777777" w:rsidR="0085747A" w:rsidRPr="00CE6A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85747A" w:rsidRPr="00CE6A47" w14:paraId="0CA9ADBA" w14:textId="77777777" w:rsidTr="00D11646">
        <w:tc>
          <w:tcPr>
            <w:tcW w:w="1961" w:type="dxa"/>
            <w:vAlign w:val="center"/>
          </w:tcPr>
          <w:p w14:paraId="38D44B64" w14:textId="77777777" w:rsidR="0085747A" w:rsidRPr="00CE6A47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6A4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435CFD31" w14:textId="77777777" w:rsidR="0085747A" w:rsidRPr="00CE6A47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6A47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616A0DAD" w14:textId="77777777" w:rsidR="0085747A" w:rsidRPr="00CE6A47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6A47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CE6A47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14:paraId="3C9B8DA0" w14:textId="77777777" w:rsidR="00923D7D" w:rsidRPr="00CE6A4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6A4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94FC8E" w14:textId="77777777" w:rsidR="0085747A" w:rsidRPr="00CE6A4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6A47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E6A4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E6A47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C7E9E" w:rsidRPr="00CE6A47" w14:paraId="72451D29" w14:textId="77777777" w:rsidTr="00D11646">
        <w:tc>
          <w:tcPr>
            <w:tcW w:w="1961" w:type="dxa"/>
          </w:tcPr>
          <w:p w14:paraId="647A7FC0" w14:textId="77777777" w:rsidR="007C7E9E" w:rsidRPr="00CE6A47" w:rsidRDefault="007C7E9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CE6A47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CE6A47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8" w:type="dxa"/>
          </w:tcPr>
          <w:p w14:paraId="4A83D805" w14:textId="0B1E1BE8" w:rsidR="007C7E9E" w:rsidRPr="00192081" w:rsidRDefault="00192081" w:rsidP="000E2F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2081">
              <w:rPr>
                <w:rFonts w:ascii="Corbel" w:hAnsi="Corbel"/>
                <w:b w:val="0"/>
                <w:color w:val="000000"/>
                <w:szCs w:val="24"/>
              </w:rPr>
              <w:t>k</w:t>
            </w:r>
            <w:r w:rsidR="006F6007" w:rsidRPr="00192081">
              <w:rPr>
                <w:rFonts w:ascii="Corbel" w:hAnsi="Corbel"/>
                <w:b w:val="0"/>
                <w:color w:val="000000"/>
                <w:szCs w:val="24"/>
              </w:rPr>
              <w:t>olokwium</w:t>
            </w:r>
          </w:p>
        </w:tc>
        <w:tc>
          <w:tcPr>
            <w:tcW w:w="2121" w:type="dxa"/>
          </w:tcPr>
          <w:p w14:paraId="3F03078A" w14:textId="566DA339" w:rsidR="007C7E9E" w:rsidRPr="00CE6A47" w:rsidRDefault="00D11646" w:rsidP="000E2F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CE6A47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="00192081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D11646" w:rsidRPr="00CE6A47" w14:paraId="4AFA38F3" w14:textId="77777777" w:rsidTr="00D11646">
        <w:tc>
          <w:tcPr>
            <w:tcW w:w="1961" w:type="dxa"/>
          </w:tcPr>
          <w:p w14:paraId="607C9A8A" w14:textId="77777777" w:rsidR="00D11646" w:rsidRPr="00CE6A47" w:rsidRDefault="00D11646" w:rsidP="00D116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6A4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14:paraId="274188A9" w14:textId="589F61BB" w:rsidR="00D11646" w:rsidRPr="00192081" w:rsidRDefault="00192081" w:rsidP="00D11646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192081">
              <w:rPr>
                <w:rFonts w:ascii="Corbel" w:hAnsi="Corbel"/>
                <w:b w:val="0"/>
                <w:color w:val="000000"/>
                <w:szCs w:val="24"/>
              </w:rPr>
              <w:t>o</w:t>
            </w:r>
            <w:r w:rsidR="006F6007" w:rsidRPr="00192081">
              <w:rPr>
                <w:rFonts w:ascii="Corbel" w:hAnsi="Corbel"/>
                <w:b w:val="0"/>
                <w:color w:val="000000"/>
                <w:szCs w:val="24"/>
              </w:rPr>
              <w:t xml:space="preserve">bserwacja </w:t>
            </w:r>
            <w:r w:rsidRPr="00192081">
              <w:rPr>
                <w:rFonts w:ascii="Corbel" w:hAnsi="Corbel"/>
                <w:b w:val="0"/>
                <w:color w:val="000000"/>
                <w:szCs w:val="24"/>
              </w:rPr>
              <w:t>w trakcie zajęć</w:t>
            </w:r>
          </w:p>
        </w:tc>
        <w:tc>
          <w:tcPr>
            <w:tcW w:w="2121" w:type="dxa"/>
          </w:tcPr>
          <w:p w14:paraId="18247DC9" w14:textId="75146837" w:rsidR="00D11646" w:rsidRPr="00CE6A47" w:rsidRDefault="00192081" w:rsidP="00D116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CE6A47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D11646" w:rsidRPr="00CE6A47" w14:paraId="3A953FB5" w14:textId="77777777" w:rsidTr="00D11646">
        <w:tc>
          <w:tcPr>
            <w:tcW w:w="1961" w:type="dxa"/>
          </w:tcPr>
          <w:p w14:paraId="7C678D34" w14:textId="77777777" w:rsidR="00D11646" w:rsidRPr="00CE6A47" w:rsidRDefault="00D11646" w:rsidP="00D116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6A47">
              <w:rPr>
                <w:rFonts w:ascii="Corbel" w:hAnsi="Corbel"/>
                <w:b w:val="0"/>
                <w:szCs w:val="24"/>
              </w:rPr>
              <w:t>EK-03</w:t>
            </w:r>
          </w:p>
        </w:tc>
        <w:tc>
          <w:tcPr>
            <w:tcW w:w="5438" w:type="dxa"/>
          </w:tcPr>
          <w:p w14:paraId="2BA0F64F" w14:textId="30B6B088" w:rsidR="00D11646" w:rsidRPr="00192081" w:rsidRDefault="00192081" w:rsidP="00D11646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192081">
              <w:rPr>
                <w:rFonts w:ascii="Corbel" w:hAnsi="Corbel"/>
                <w:b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1" w:type="dxa"/>
          </w:tcPr>
          <w:p w14:paraId="5915F643" w14:textId="2AEEEB0F" w:rsidR="00D11646" w:rsidRPr="00CE6A47" w:rsidRDefault="00192081" w:rsidP="00D116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CE6A47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D11646" w:rsidRPr="00CE6A47" w14:paraId="53D41513" w14:textId="77777777" w:rsidTr="00D11646">
        <w:trPr>
          <w:trHeight w:val="302"/>
        </w:trPr>
        <w:tc>
          <w:tcPr>
            <w:tcW w:w="1961" w:type="dxa"/>
          </w:tcPr>
          <w:p w14:paraId="0AB9D4A7" w14:textId="77777777" w:rsidR="00D11646" w:rsidRPr="00CE6A47" w:rsidRDefault="00D11646" w:rsidP="00D116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6A47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8" w:type="dxa"/>
          </w:tcPr>
          <w:p w14:paraId="161FD29A" w14:textId="3710DBD9" w:rsidR="00D11646" w:rsidRPr="00192081" w:rsidRDefault="00192081" w:rsidP="00D11646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192081">
              <w:rPr>
                <w:rFonts w:ascii="Corbel" w:hAnsi="Corbel"/>
                <w:b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1" w:type="dxa"/>
          </w:tcPr>
          <w:p w14:paraId="5DDF1FCE" w14:textId="2ABC79A3" w:rsidR="00D11646" w:rsidRPr="00CE6A47" w:rsidRDefault="00192081" w:rsidP="00D116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CE6A47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D11646" w:rsidRPr="00CE6A47" w14:paraId="25C49407" w14:textId="77777777" w:rsidTr="00D11646">
        <w:trPr>
          <w:trHeight w:val="302"/>
        </w:trPr>
        <w:tc>
          <w:tcPr>
            <w:tcW w:w="1961" w:type="dxa"/>
          </w:tcPr>
          <w:p w14:paraId="0A3961AE" w14:textId="77777777" w:rsidR="00D11646" w:rsidRPr="00CE6A47" w:rsidRDefault="00D11646" w:rsidP="00D116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6A47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8" w:type="dxa"/>
          </w:tcPr>
          <w:p w14:paraId="566519A4" w14:textId="6D1635A7" w:rsidR="00D11646" w:rsidRPr="00192081" w:rsidRDefault="006F6007" w:rsidP="00D11646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192081">
              <w:rPr>
                <w:rFonts w:ascii="Corbel" w:hAnsi="Corbel"/>
                <w:b w:val="0"/>
                <w:color w:val="000000"/>
                <w:szCs w:val="24"/>
              </w:rPr>
              <w:t>kolokwium</w:t>
            </w:r>
          </w:p>
        </w:tc>
        <w:tc>
          <w:tcPr>
            <w:tcW w:w="2121" w:type="dxa"/>
          </w:tcPr>
          <w:p w14:paraId="7F9582B7" w14:textId="1B933E3B" w:rsidR="00D11646" w:rsidRPr="00CE6A47" w:rsidRDefault="00192081" w:rsidP="00D116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CE6A47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D11646" w:rsidRPr="00CE6A47" w14:paraId="3E77FD99" w14:textId="77777777" w:rsidTr="00D11646">
        <w:trPr>
          <w:trHeight w:val="302"/>
        </w:trPr>
        <w:tc>
          <w:tcPr>
            <w:tcW w:w="1961" w:type="dxa"/>
          </w:tcPr>
          <w:p w14:paraId="016F999A" w14:textId="77777777" w:rsidR="00D11646" w:rsidRPr="00CE6A47" w:rsidRDefault="00D11646" w:rsidP="00D116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6A47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38" w:type="dxa"/>
          </w:tcPr>
          <w:p w14:paraId="3164603E" w14:textId="30316D44" w:rsidR="00D11646" w:rsidRPr="00192081" w:rsidRDefault="00192081" w:rsidP="00D11646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192081">
              <w:rPr>
                <w:rFonts w:ascii="Corbel" w:hAnsi="Corbel"/>
                <w:b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1" w:type="dxa"/>
          </w:tcPr>
          <w:p w14:paraId="72CD064F" w14:textId="7AC71301" w:rsidR="00D11646" w:rsidRPr="00CE6A47" w:rsidRDefault="00192081" w:rsidP="00D116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CE6A47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D11646" w:rsidRPr="00CE6A47" w14:paraId="5E0D61E9" w14:textId="77777777" w:rsidTr="00D11646">
        <w:trPr>
          <w:trHeight w:val="302"/>
        </w:trPr>
        <w:tc>
          <w:tcPr>
            <w:tcW w:w="1961" w:type="dxa"/>
          </w:tcPr>
          <w:p w14:paraId="1C48A03D" w14:textId="77777777" w:rsidR="00D11646" w:rsidRPr="00CE6A47" w:rsidRDefault="00D11646" w:rsidP="00D116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6A47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38" w:type="dxa"/>
          </w:tcPr>
          <w:p w14:paraId="29380CD8" w14:textId="75352ED3" w:rsidR="00D11646" w:rsidRPr="00192081" w:rsidRDefault="00192081" w:rsidP="00D11646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192081">
              <w:rPr>
                <w:rFonts w:ascii="Corbel" w:hAnsi="Corbel"/>
                <w:b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1" w:type="dxa"/>
          </w:tcPr>
          <w:p w14:paraId="66517549" w14:textId="423108B2" w:rsidR="00D11646" w:rsidRPr="00CE6A47" w:rsidRDefault="00192081" w:rsidP="00D116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CE6A47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D11646" w:rsidRPr="00CE6A47" w14:paraId="471E12E0" w14:textId="77777777" w:rsidTr="00D11646">
        <w:trPr>
          <w:trHeight w:val="302"/>
        </w:trPr>
        <w:tc>
          <w:tcPr>
            <w:tcW w:w="1961" w:type="dxa"/>
          </w:tcPr>
          <w:p w14:paraId="4272132B" w14:textId="77777777" w:rsidR="00D11646" w:rsidRPr="00CE6A47" w:rsidRDefault="00D11646" w:rsidP="00D116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6A47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438" w:type="dxa"/>
          </w:tcPr>
          <w:p w14:paraId="2D562533" w14:textId="0975115D" w:rsidR="00D11646" w:rsidRPr="00192081" w:rsidRDefault="00192081" w:rsidP="00D11646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192081">
              <w:rPr>
                <w:rFonts w:ascii="Corbel" w:hAnsi="Corbel"/>
                <w:b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1" w:type="dxa"/>
          </w:tcPr>
          <w:p w14:paraId="5CDDE16E" w14:textId="6E276DE7" w:rsidR="00D11646" w:rsidRPr="00CE6A47" w:rsidRDefault="00192081" w:rsidP="00D116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CE6A47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D11646" w:rsidRPr="00CE6A47" w14:paraId="4832FA6E" w14:textId="77777777" w:rsidTr="00D11646">
        <w:trPr>
          <w:trHeight w:val="302"/>
        </w:trPr>
        <w:tc>
          <w:tcPr>
            <w:tcW w:w="1961" w:type="dxa"/>
          </w:tcPr>
          <w:p w14:paraId="67C6F403" w14:textId="77777777" w:rsidR="00D11646" w:rsidRPr="00CE6A47" w:rsidRDefault="00D11646" w:rsidP="00D116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6A47"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438" w:type="dxa"/>
          </w:tcPr>
          <w:p w14:paraId="568C12B8" w14:textId="3120740C" w:rsidR="00D11646" w:rsidRPr="00192081" w:rsidRDefault="006F6007" w:rsidP="00D11646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192081">
              <w:rPr>
                <w:rFonts w:ascii="Corbel" w:hAnsi="Corbel"/>
                <w:b w:val="0"/>
                <w:color w:val="000000"/>
                <w:szCs w:val="24"/>
              </w:rPr>
              <w:t>kolokwium</w:t>
            </w:r>
          </w:p>
        </w:tc>
        <w:tc>
          <w:tcPr>
            <w:tcW w:w="2121" w:type="dxa"/>
          </w:tcPr>
          <w:p w14:paraId="56B711CE" w14:textId="79B01D91" w:rsidR="00D11646" w:rsidRPr="00CE6A47" w:rsidRDefault="00192081" w:rsidP="00D116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CE6A47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D11646" w:rsidRPr="00CE6A47" w14:paraId="7C737525" w14:textId="77777777" w:rsidTr="00D11646">
        <w:trPr>
          <w:trHeight w:val="302"/>
        </w:trPr>
        <w:tc>
          <w:tcPr>
            <w:tcW w:w="1961" w:type="dxa"/>
          </w:tcPr>
          <w:p w14:paraId="66BE2BB2" w14:textId="77777777" w:rsidR="00D11646" w:rsidRPr="00CE6A47" w:rsidRDefault="00D11646" w:rsidP="00D116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6A47"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438" w:type="dxa"/>
          </w:tcPr>
          <w:p w14:paraId="289F2E6C" w14:textId="0D168A7E" w:rsidR="00D11646" w:rsidRPr="00192081" w:rsidRDefault="00192081" w:rsidP="00D11646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192081">
              <w:rPr>
                <w:rFonts w:ascii="Corbel" w:hAnsi="Corbel"/>
                <w:b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1" w:type="dxa"/>
          </w:tcPr>
          <w:p w14:paraId="7DC4A824" w14:textId="746B3E2E" w:rsidR="00D11646" w:rsidRPr="00CE6A47" w:rsidRDefault="00192081" w:rsidP="00D116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CE6A47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7462073F" w14:textId="77777777" w:rsidR="00923D7D" w:rsidRPr="00CE6A47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BCF0FF" w14:textId="77777777" w:rsidR="0085747A" w:rsidRPr="00CE6A47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E6A47">
        <w:rPr>
          <w:rFonts w:ascii="Corbel" w:hAnsi="Corbel"/>
          <w:smallCaps w:val="0"/>
          <w:szCs w:val="24"/>
        </w:rPr>
        <w:t xml:space="preserve">4.2 </w:t>
      </w:r>
      <w:r w:rsidR="0085747A" w:rsidRPr="00CE6A47">
        <w:rPr>
          <w:rFonts w:ascii="Corbel" w:hAnsi="Corbel"/>
          <w:smallCaps w:val="0"/>
          <w:szCs w:val="24"/>
        </w:rPr>
        <w:t>Warunki zaliczenia przedmiotu (kryteria oceniania)</w:t>
      </w:r>
    </w:p>
    <w:p w14:paraId="3E76633E" w14:textId="77777777" w:rsidR="00923D7D" w:rsidRPr="00CE6A47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E6A47" w14:paraId="6F26FECE" w14:textId="77777777" w:rsidTr="00D11646">
        <w:tc>
          <w:tcPr>
            <w:tcW w:w="9520" w:type="dxa"/>
          </w:tcPr>
          <w:p w14:paraId="5ECA1E0F" w14:textId="77777777" w:rsidR="00711EB8" w:rsidRPr="00CE6A47" w:rsidRDefault="00711EB8" w:rsidP="00711E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6A47">
              <w:rPr>
                <w:rFonts w:ascii="Corbel" w:hAnsi="Corbel"/>
                <w:b w:val="0"/>
                <w:smallCaps w:val="0"/>
                <w:szCs w:val="24"/>
              </w:rPr>
              <w:t>Ocenę końcową z przedmiotu ustala się według poniższego kryterium ujmującego zadania cząstkowe*:</w:t>
            </w:r>
          </w:p>
          <w:p w14:paraId="0AF00BCE" w14:textId="77777777" w:rsidR="0081463A" w:rsidRPr="00CE6A47" w:rsidRDefault="0081463A" w:rsidP="00711EB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6A47">
              <w:rPr>
                <w:rFonts w:ascii="Corbel" w:hAnsi="Corbel"/>
                <w:b w:val="0"/>
                <w:smallCaps w:val="0"/>
                <w:szCs w:val="24"/>
              </w:rPr>
              <w:t>10% obecność na zajęciach</w:t>
            </w:r>
          </w:p>
          <w:p w14:paraId="360195F5" w14:textId="77777777" w:rsidR="00711EB8" w:rsidRPr="00CE6A47" w:rsidRDefault="0081463A" w:rsidP="00711EB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6A47"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="00711EB8" w:rsidRPr="00CE6A47">
              <w:rPr>
                <w:rFonts w:ascii="Corbel" w:hAnsi="Corbel"/>
                <w:b w:val="0"/>
                <w:smallCaps w:val="0"/>
                <w:szCs w:val="24"/>
              </w:rPr>
              <w:t>0% oceny za aktywność w trakcie zajęć</w:t>
            </w:r>
          </w:p>
          <w:p w14:paraId="151559E9" w14:textId="6E65D2C3" w:rsidR="0085747A" w:rsidRPr="00CE6A47" w:rsidRDefault="00711EB8" w:rsidP="009C54AE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6A47">
              <w:rPr>
                <w:rFonts w:ascii="Corbel" w:hAnsi="Corbel"/>
                <w:b w:val="0"/>
                <w:smallCaps w:val="0"/>
                <w:szCs w:val="24"/>
              </w:rPr>
              <w:t>60 % oceny z kolokwium.</w:t>
            </w:r>
          </w:p>
        </w:tc>
      </w:tr>
    </w:tbl>
    <w:p w14:paraId="460A29C2" w14:textId="77777777" w:rsidR="00657BEE" w:rsidRPr="00CE6A47" w:rsidRDefault="00657BE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F0DA4F" w14:textId="77777777" w:rsidR="009F4610" w:rsidRPr="00CE6A47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E6A47">
        <w:rPr>
          <w:rFonts w:ascii="Corbel" w:hAnsi="Corbel"/>
          <w:b/>
          <w:sz w:val="24"/>
          <w:szCs w:val="24"/>
        </w:rPr>
        <w:t xml:space="preserve">5. </w:t>
      </w:r>
      <w:r w:rsidR="00C61DC5" w:rsidRPr="00CE6A47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8F3D294" w14:textId="77777777" w:rsidR="0085747A" w:rsidRPr="00CE6A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E6A47" w14:paraId="3D2BBD1B" w14:textId="77777777" w:rsidTr="003E1941">
        <w:tc>
          <w:tcPr>
            <w:tcW w:w="4962" w:type="dxa"/>
            <w:vAlign w:val="center"/>
          </w:tcPr>
          <w:p w14:paraId="4CE2555A" w14:textId="77777777" w:rsidR="0085747A" w:rsidRPr="00CE6A4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E6A47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E6A47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E6A47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1F13284" w14:textId="77777777" w:rsidR="0085747A" w:rsidRPr="00CE6A4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E6A47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E6A47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E6A47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E6A47" w14:paraId="352266D3" w14:textId="77777777" w:rsidTr="00923D7D">
        <w:tc>
          <w:tcPr>
            <w:tcW w:w="4962" w:type="dxa"/>
          </w:tcPr>
          <w:p w14:paraId="520295C4" w14:textId="77777777" w:rsidR="0085747A" w:rsidRPr="00CE6A4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6A47">
              <w:rPr>
                <w:rFonts w:ascii="Corbel" w:hAnsi="Corbel"/>
                <w:sz w:val="24"/>
                <w:szCs w:val="24"/>
              </w:rPr>
              <w:t>G</w:t>
            </w:r>
            <w:r w:rsidR="0085747A" w:rsidRPr="00CE6A47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E6A47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E6A47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E6A47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CE6A47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CE6A47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E6A47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8385BB1" w14:textId="77777777" w:rsidR="0085747A" w:rsidRPr="00CE6A47" w:rsidRDefault="00EA02F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6A47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CE6A47" w14:paraId="52EB2521" w14:textId="77777777" w:rsidTr="00923D7D">
        <w:tc>
          <w:tcPr>
            <w:tcW w:w="4962" w:type="dxa"/>
          </w:tcPr>
          <w:p w14:paraId="03CF781C" w14:textId="77777777" w:rsidR="00C61DC5" w:rsidRPr="00CE6A4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6A47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E6A47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3F7A47" w14:textId="77777777" w:rsidR="00C61DC5" w:rsidRPr="00CE6A4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6A47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342C0CC" w14:textId="77777777" w:rsidR="00C61DC5" w:rsidRPr="00CE6A47" w:rsidRDefault="00EA02F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6A47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CE6A47" w14:paraId="55B56681" w14:textId="77777777" w:rsidTr="00923D7D">
        <w:tc>
          <w:tcPr>
            <w:tcW w:w="4962" w:type="dxa"/>
          </w:tcPr>
          <w:p w14:paraId="21FC46B8" w14:textId="77777777" w:rsidR="0071620A" w:rsidRPr="00CE6A4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6A47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631D19D" w14:textId="77777777" w:rsidR="00C61DC5" w:rsidRPr="00CE6A4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6A47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0436CE6" w14:textId="77777777" w:rsidR="00C61DC5" w:rsidRPr="00CE6A47" w:rsidRDefault="00322BE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6A47">
              <w:rPr>
                <w:rFonts w:ascii="Corbel" w:hAnsi="Corbel"/>
                <w:sz w:val="24"/>
                <w:szCs w:val="24"/>
              </w:rPr>
              <w:t>2</w:t>
            </w:r>
            <w:r w:rsidR="00EA02FC" w:rsidRPr="00CE6A47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CE6A47" w14:paraId="6FB84D56" w14:textId="77777777" w:rsidTr="00923D7D">
        <w:tc>
          <w:tcPr>
            <w:tcW w:w="4962" w:type="dxa"/>
          </w:tcPr>
          <w:p w14:paraId="2B2A507C" w14:textId="77777777" w:rsidR="0085747A" w:rsidRPr="00CE6A4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6A4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15E74EC" w14:textId="77777777" w:rsidR="0085747A" w:rsidRPr="00CE6A47" w:rsidRDefault="00322BE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6A47">
              <w:rPr>
                <w:rFonts w:ascii="Corbel" w:hAnsi="Corbel"/>
                <w:sz w:val="24"/>
                <w:szCs w:val="24"/>
              </w:rPr>
              <w:t>6</w:t>
            </w:r>
            <w:r w:rsidR="00EA02FC" w:rsidRPr="00CE6A47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CE6A47" w14:paraId="77D756F1" w14:textId="77777777" w:rsidTr="00923D7D">
        <w:tc>
          <w:tcPr>
            <w:tcW w:w="4962" w:type="dxa"/>
          </w:tcPr>
          <w:p w14:paraId="0C7BC0A6" w14:textId="77777777" w:rsidR="0085747A" w:rsidRPr="00CE6A4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E6A4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29A6312" w14:textId="77777777" w:rsidR="0085747A" w:rsidRPr="00CE6A47" w:rsidRDefault="00322BE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6A4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B2F5E9B" w14:textId="77777777" w:rsidR="0085747A" w:rsidRPr="00CE6A47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E6A47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E6A47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34D1EE1" w14:textId="5A434F48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4573C4" w14:textId="7A7714A5" w:rsidR="00BC1596" w:rsidRDefault="00BC159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5FF41A" w14:textId="0D247485" w:rsidR="00BC1596" w:rsidRDefault="00BC159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96DB72" w14:textId="77777777" w:rsidR="00BC1596" w:rsidRPr="00CE6A47" w:rsidRDefault="00BC159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A6448D" w14:textId="77777777" w:rsidR="0085747A" w:rsidRPr="00CE6A47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E6A47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CE6A47">
        <w:rPr>
          <w:rFonts w:ascii="Corbel" w:hAnsi="Corbel"/>
          <w:smallCaps w:val="0"/>
          <w:szCs w:val="24"/>
        </w:rPr>
        <w:t>PRAKTYKI ZAWO</w:t>
      </w:r>
      <w:r w:rsidR="009D3F3B" w:rsidRPr="00CE6A47">
        <w:rPr>
          <w:rFonts w:ascii="Corbel" w:hAnsi="Corbel"/>
          <w:smallCaps w:val="0"/>
          <w:szCs w:val="24"/>
        </w:rPr>
        <w:t>DOWE W RAMACH PRZEDMIOTU</w:t>
      </w:r>
    </w:p>
    <w:p w14:paraId="45A0B283" w14:textId="77777777" w:rsidR="0085747A" w:rsidRPr="00CE6A47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CE6A47" w14:paraId="1B6C8CAD" w14:textId="77777777" w:rsidTr="0071620A">
        <w:trPr>
          <w:trHeight w:val="397"/>
        </w:trPr>
        <w:tc>
          <w:tcPr>
            <w:tcW w:w="3544" w:type="dxa"/>
          </w:tcPr>
          <w:p w14:paraId="40ED1B8A" w14:textId="77777777" w:rsidR="0085747A" w:rsidRPr="00CE6A4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6A4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3464FB4" w14:textId="3C2465CA" w:rsidR="0085747A" w:rsidRPr="00192081" w:rsidRDefault="0019208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</w:t>
            </w:r>
            <w:r w:rsidR="00CE6A47" w:rsidRPr="00192081">
              <w:rPr>
                <w:rFonts w:ascii="Corbel" w:hAnsi="Corbel"/>
                <w:b w:val="0"/>
                <w:szCs w:val="24"/>
              </w:rPr>
              <w:t>ie dotyczy</w:t>
            </w:r>
          </w:p>
        </w:tc>
      </w:tr>
      <w:tr w:rsidR="00CE6A47" w:rsidRPr="00CE6A47" w14:paraId="2A6DE431" w14:textId="77777777" w:rsidTr="0071620A">
        <w:trPr>
          <w:trHeight w:val="397"/>
        </w:trPr>
        <w:tc>
          <w:tcPr>
            <w:tcW w:w="3544" w:type="dxa"/>
          </w:tcPr>
          <w:p w14:paraId="2E5D8BFC" w14:textId="77777777" w:rsidR="00CE6A47" w:rsidRPr="00CE6A47" w:rsidRDefault="00CE6A47" w:rsidP="00CE6A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6A4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5D012CB" w14:textId="52A90A70" w:rsidR="00CE6A47" w:rsidRPr="00192081" w:rsidRDefault="00192081" w:rsidP="00CE6A4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</w:t>
            </w:r>
            <w:r w:rsidR="00CE6A47" w:rsidRPr="00192081">
              <w:rPr>
                <w:rFonts w:ascii="Corbel" w:hAnsi="Corbel"/>
                <w:b w:val="0"/>
                <w:szCs w:val="24"/>
              </w:rPr>
              <w:t>ie dotyczy</w:t>
            </w:r>
          </w:p>
        </w:tc>
      </w:tr>
    </w:tbl>
    <w:p w14:paraId="54D7FB99" w14:textId="77777777" w:rsidR="003E1941" w:rsidRPr="00CE6A47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DC0794" w14:textId="77777777" w:rsidR="0085747A" w:rsidRPr="00CE6A4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E6A47">
        <w:rPr>
          <w:rFonts w:ascii="Corbel" w:hAnsi="Corbel"/>
          <w:smallCaps w:val="0"/>
          <w:szCs w:val="24"/>
        </w:rPr>
        <w:t xml:space="preserve">7. </w:t>
      </w:r>
      <w:r w:rsidR="0085747A" w:rsidRPr="00CE6A47">
        <w:rPr>
          <w:rFonts w:ascii="Corbel" w:hAnsi="Corbel"/>
          <w:smallCaps w:val="0"/>
          <w:szCs w:val="24"/>
        </w:rPr>
        <w:t>LITERATURA</w:t>
      </w:r>
    </w:p>
    <w:p w14:paraId="201BA14B" w14:textId="77777777" w:rsidR="00675843" w:rsidRPr="00CE6A4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85747A" w:rsidRPr="00CE6A47" w14:paraId="12275D35" w14:textId="77777777" w:rsidTr="00E85638">
        <w:trPr>
          <w:trHeight w:val="397"/>
        </w:trPr>
        <w:tc>
          <w:tcPr>
            <w:tcW w:w="8931" w:type="dxa"/>
          </w:tcPr>
          <w:p w14:paraId="5F077CB5" w14:textId="77777777" w:rsidR="0085747A" w:rsidRPr="00323E4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E4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7DD231B" w14:textId="48D7CD9F" w:rsidR="00192081" w:rsidRPr="00323E47" w:rsidRDefault="00192081" w:rsidP="00323E4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323E47">
              <w:rPr>
                <w:rFonts w:ascii="Corbel" w:hAnsi="Corbel"/>
                <w:sz w:val="24"/>
                <w:szCs w:val="24"/>
              </w:rPr>
              <w:t>Barańska J.</w:t>
            </w:r>
            <w:r w:rsidR="0077748C" w:rsidRPr="00323E47">
              <w:rPr>
                <w:rFonts w:ascii="Corbel" w:hAnsi="Corbel"/>
                <w:sz w:val="24"/>
                <w:szCs w:val="24"/>
              </w:rPr>
              <w:t>,</w:t>
            </w:r>
            <w:r w:rsidRPr="00323E47">
              <w:rPr>
                <w:rFonts w:ascii="Corbel" w:hAnsi="Corbel"/>
                <w:sz w:val="24"/>
                <w:szCs w:val="24"/>
              </w:rPr>
              <w:t xml:space="preserve"> Piątkowski W. (red.)</w:t>
            </w:r>
            <w:r w:rsidR="0077748C" w:rsidRPr="00323E47">
              <w:rPr>
                <w:rFonts w:ascii="Corbel" w:hAnsi="Corbel"/>
                <w:sz w:val="24"/>
                <w:szCs w:val="24"/>
              </w:rPr>
              <w:t>. (2002).</w:t>
            </w:r>
            <w:r w:rsidRPr="00323E4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23E47">
              <w:rPr>
                <w:rFonts w:ascii="Corbel" w:hAnsi="Corbel"/>
                <w:i/>
                <w:sz w:val="24"/>
                <w:szCs w:val="24"/>
              </w:rPr>
              <w:t>Zdrowie i choroba. Wybrane problemy socjologii medycyny</w:t>
            </w:r>
            <w:r w:rsidR="0077748C" w:rsidRPr="00323E47"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323E47">
              <w:rPr>
                <w:rFonts w:ascii="Corbel" w:hAnsi="Corbel"/>
                <w:sz w:val="24"/>
                <w:szCs w:val="24"/>
              </w:rPr>
              <w:t xml:space="preserve"> Wrocław</w:t>
            </w:r>
            <w:r w:rsidR="0077748C" w:rsidRPr="00323E47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323E47">
              <w:rPr>
                <w:rFonts w:ascii="Corbel" w:hAnsi="Corbel"/>
                <w:sz w:val="24"/>
                <w:szCs w:val="24"/>
              </w:rPr>
              <w:t>Oficyna Wydawnicza ATUT</w:t>
            </w:r>
            <w:r w:rsidR="0077748C" w:rsidRPr="00323E47">
              <w:rPr>
                <w:rFonts w:ascii="Corbel" w:hAnsi="Corbel"/>
                <w:sz w:val="24"/>
                <w:szCs w:val="24"/>
              </w:rPr>
              <w:t>.</w:t>
            </w:r>
          </w:p>
          <w:p w14:paraId="2998A3EB" w14:textId="57C3A19A" w:rsidR="00192081" w:rsidRPr="00323E47" w:rsidRDefault="00192081" w:rsidP="00323E4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323E47">
              <w:rPr>
                <w:rFonts w:ascii="Corbel" w:hAnsi="Corbel"/>
                <w:sz w:val="24"/>
                <w:szCs w:val="24"/>
              </w:rPr>
              <w:t>Kawczyńska-Butrym Z.</w:t>
            </w:r>
            <w:r w:rsidR="0077748C" w:rsidRPr="00323E47">
              <w:rPr>
                <w:rFonts w:ascii="Corbel" w:hAnsi="Corbel"/>
                <w:sz w:val="24"/>
                <w:szCs w:val="24"/>
              </w:rPr>
              <w:t xml:space="preserve"> (2008).</w:t>
            </w:r>
            <w:r w:rsidRPr="00323E4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23E47">
              <w:rPr>
                <w:rFonts w:ascii="Corbel" w:hAnsi="Corbel"/>
                <w:i/>
                <w:sz w:val="24"/>
                <w:szCs w:val="24"/>
              </w:rPr>
              <w:t>Wyzwania rodziny: zdrowie, choroba, niepełnosprawność, starość,</w:t>
            </w:r>
            <w:r w:rsidRPr="00323E47">
              <w:rPr>
                <w:rFonts w:ascii="Corbel" w:hAnsi="Corbel"/>
                <w:sz w:val="24"/>
                <w:szCs w:val="24"/>
              </w:rPr>
              <w:t xml:space="preserve"> Lublin</w:t>
            </w:r>
            <w:r w:rsidR="00323E47" w:rsidRPr="00323E47">
              <w:rPr>
                <w:rFonts w:ascii="Corbel" w:hAnsi="Corbel"/>
                <w:sz w:val="24"/>
                <w:szCs w:val="24"/>
              </w:rPr>
              <w:t xml:space="preserve">: </w:t>
            </w:r>
            <w:proofErr w:type="spellStart"/>
            <w:r w:rsidRPr="00323E47">
              <w:rPr>
                <w:rFonts w:ascii="Corbel" w:hAnsi="Corbel"/>
                <w:sz w:val="24"/>
                <w:szCs w:val="24"/>
              </w:rPr>
              <w:t>Makmed</w:t>
            </w:r>
            <w:proofErr w:type="spellEnd"/>
            <w:r w:rsidR="00323E47" w:rsidRPr="00323E47">
              <w:rPr>
                <w:rFonts w:ascii="Corbel" w:hAnsi="Corbel"/>
                <w:sz w:val="24"/>
                <w:szCs w:val="24"/>
              </w:rPr>
              <w:t>.</w:t>
            </w:r>
          </w:p>
          <w:p w14:paraId="5FD5316E" w14:textId="34D635FF" w:rsidR="00192081" w:rsidRPr="00323E47" w:rsidRDefault="00192081" w:rsidP="00323E4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323E47">
              <w:rPr>
                <w:rFonts w:ascii="Corbel" w:hAnsi="Corbel"/>
                <w:sz w:val="24"/>
                <w:szCs w:val="24"/>
              </w:rPr>
              <w:t>Piątkowski W., Titkow A. (red.)</w:t>
            </w:r>
            <w:r w:rsidR="00323E47" w:rsidRPr="00323E47">
              <w:rPr>
                <w:rFonts w:ascii="Corbel" w:hAnsi="Corbel"/>
                <w:sz w:val="24"/>
                <w:szCs w:val="24"/>
              </w:rPr>
              <w:t xml:space="preserve"> (2002).</w:t>
            </w:r>
            <w:r w:rsidRPr="00323E4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23E47">
              <w:rPr>
                <w:rFonts w:ascii="Corbel" w:hAnsi="Corbel"/>
                <w:i/>
                <w:sz w:val="24"/>
                <w:szCs w:val="24"/>
              </w:rPr>
              <w:t>W stronę socjologii zdrowia</w:t>
            </w:r>
            <w:r w:rsidRPr="00323E47">
              <w:rPr>
                <w:rFonts w:ascii="Corbel" w:hAnsi="Corbel"/>
                <w:sz w:val="24"/>
                <w:szCs w:val="24"/>
              </w:rPr>
              <w:t>, Lublin</w:t>
            </w:r>
            <w:r w:rsidR="00323E47" w:rsidRPr="00323E47">
              <w:rPr>
                <w:rFonts w:ascii="Corbel" w:hAnsi="Corbel"/>
                <w:sz w:val="24"/>
                <w:szCs w:val="24"/>
              </w:rPr>
              <w:t xml:space="preserve">: </w:t>
            </w:r>
            <w:r w:rsidR="00323E47" w:rsidRPr="00323E47">
              <w:rPr>
                <w:rFonts w:ascii="Corbel" w:hAnsi="Corbel"/>
                <w:color w:val="212121"/>
                <w:sz w:val="24"/>
                <w:szCs w:val="24"/>
                <w:shd w:val="clear" w:color="auto" w:fill="FFFFFF"/>
              </w:rPr>
              <w:t>Wydaw</w:t>
            </w:r>
            <w:r w:rsidR="00323E47" w:rsidRPr="00323E47">
              <w:rPr>
                <w:rFonts w:ascii="Corbel" w:hAnsi="Corbel"/>
                <w:color w:val="212121"/>
                <w:sz w:val="24"/>
                <w:szCs w:val="24"/>
                <w:shd w:val="clear" w:color="auto" w:fill="FFFFFF"/>
              </w:rPr>
              <w:t>nictwo</w:t>
            </w:r>
            <w:r w:rsidR="00323E47" w:rsidRPr="00323E47">
              <w:rPr>
                <w:rFonts w:ascii="Corbel" w:hAnsi="Corbel"/>
                <w:color w:val="212121"/>
                <w:sz w:val="24"/>
                <w:szCs w:val="24"/>
                <w:shd w:val="clear" w:color="auto" w:fill="FFFFFF"/>
              </w:rPr>
              <w:t xml:space="preserve"> </w:t>
            </w:r>
            <w:r w:rsidR="00323E47" w:rsidRPr="00323E47">
              <w:rPr>
                <w:rFonts w:ascii="Corbel" w:hAnsi="Corbel"/>
                <w:sz w:val="24"/>
                <w:szCs w:val="24"/>
                <w:shd w:val="clear" w:color="auto" w:fill="FFFFFF"/>
              </w:rPr>
              <w:t>Uniwersytetu Marii Curie-Skłodowskiej</w:t>
            </w:r>
            <w:r w:rsidR="00323E47" w:rsidRPr="00323E47">
              <w:rPr>
                <w:rFonts w:ascii="Corbel" w:hAnsi="Corbel"/>
                <w:sz w:val="24"/>
                <w:szCs w:val="24"/>
                <w:shd w:val="clear" w:color="auto" w:fill="FFFFFF"/>
              </w:rPr>
              <w:t>.</w:t>
            </w:r>
          </w:p>
          <w:p w14:paraId="10D6389B" w14:textId="7CFE3365" w:rsidR="00192081" w:rsidRPr="00323E47" w:rsidRDefault="00192081" w:rsidP="00323E4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323E47">
              <w:rPr>
                <w:rFonts w:ascii="Corbel" w:hAnsi="Corbel"/>
                <w:sz w:val="24"/>
                <w:szCs w:val="24"/>
              </w:rPr>
              <w:t>Piątkowski W.</w:t>
            </w:r>
            <w:r w:rsidR="00323E47" w:rsidRPr="00323E47">
              <w:rPr>
                <w:rFonts w:ascii="Corbel" w:hAnsi="Corbel"/>
                <w:sz w:val="24"/>
                <w:szCs w:val="24"/>
              </w:rPr>
              <w:t xml:space="preserve"> (2004).</w:t>
            </w:r>
            <w:r w:rsidRPr="00323E4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23E47">
              <w:rPr>
                <w:rFonts w:ascii="Corbel" w:hAnsi="Corbel"/>
                <w:i/>
                <w:sz w:val="24"/>
                <w:szCs w:val="24"/>
              </w:rPr>
              <w:t>Zdrowie,</w:t>
            </w:r>
            <w:r w:rsidRPr="00323E4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23E47">
              <w:rPr>
                <w:rFonts w:ascii="Corbel" w:hAnsi="Corbel"/>
                <w:i/>
                <w:sz w:val="24"/>
                <w:szCs w:val="24"/>
              </w:rPr>
              <w:t>choroba, społeczeństwo. Studia z socjologii medycyny</w:t>
            </w:r>
            <w:r w:rsidRPr="00323E47">
              <w:rPr>
                <w:rFonts w:ascii="Corbel" w:hAnsi="Corbel"/>
                <w:sz w:val="24"/>
                <w:szCs w:val="24"/>
              </w:rPr>
              <w:t>, Lublin</w:t>
            </w:r>
            <w:r w:rsidR="00323E47" w:rsidRPr="00323E47">
              <w:rPr>
                <w:rFonts w:ascii="Corbel" w:hAnsi="Corbel"/>
                <w:sz w:val="24"/>
                <w:szCs w:val="24"/>
              </w:rPr>
              <w:t xml:space="preserve">: </w:t>
            </w:r>
            <w:r w:rsidR="00323E47" w:rsidRPr="00323E47">
              <w:rPr>
                <w:rFonts w:ascii="Corbel" w:hAnsi="Corbel"/>
                <w:sz w:val="24"/>
                <w:szCs w:val="24"/>
              </w:rPr>
              <w:t>Wydawnictwo Uniwersytetu Marii Curie-Skłodowskiej.</w:t>
            </w:r>
          </w:p>
          <w:p w14:paraId="05465E84" w14:textId="5FCF6B4F" w:rsidR="00192081" w:rsidRPr="00323E47" w:rsidRDefault="00192081" w:rsidP="00323E47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  <w:lang w:val="pl-PL"/>
              </w:rPr>
            </w:pPr>
            <w:proofErr w:type="spellStart"/>
            <w:r w:rsidRPr="00323E47">
              <w:rPr>
                <w:rFonts w:ascii="Corbel" w:hAnsi="Corbel"/>
                <w:sz w:val="24"/>
                <w:szCs w:val="24"/>
              </w:rPr>
              <w:t>Steuden</w:t>
            </w:r>
            <w:proofErr w:type="spellEnd"/>
            <w:r w:rsidRPr="00323E47">
              <w:rPr>
                <w:rFonts w:ascii="Corbel" w:hAnsi="Corbel"/>
                <w:sz w:val="24"/>
                <w:szCs w:val="24"/>
              </w:rPr>
              <w:t xml:space="preserve"> S., Okła W. (red.)</w:t>
            </w:r>
            <w:r w:rsidR="00323E47" w:rsidRPr="00323E47">
              <w:rPr>
                <w:rFonts w:ascii="Corbel" w:hAnsi="Corbel"/>
                <w:sz w:val="24"/>
                <w:szCs w:val="24"/>
                <w:lang w:val="pl-PL"/>
              </w:rPr>
              <w:t xml:space="preserve"> (2006).</w:t>
            </w:r>
            <w:r w:rsidRPr="00323E4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23E47">
              <w:rPr>
                <w:rFonts w:ascii="Corbel" w:hAnsi="Corbel"/>
                <w:i/>
                <w:sz w:val="24"/>
                <w:szCs w:val="24"/>
              </w:rPr>
              <w:t>Jakość życia w chorobie</w:t>
            </w:r>
            <w:r w:rsidRPr="00323E47">
              <w:rPr>
                <w:rFonts w:ascii="Corbel" w:hAnsi="Corbel"/>
                <w:sz w:val="24"/>
                <w:szCs w:val="24"/>
              </w:rPr>
              <w:t>, Lublin</w:t>
            </w:r>
            <w:r w:rsidR="00323E47" w:rsidRPr="00323E47">
              <w:rPr>
                <w:rFonts w:ascii="Corbel" w:hAnsi="Corbel"/>
                <w:sz w:val="24"/>
                <w:szCs w:val="24"/>
                <w:lang w:val="pl-PL"/>
              </w:rPr>
              <w:t xml:space="preserve">: </w:t>
            </w:r>
            <w:r w:rsidR="00323E47" w:rsidRPr="00323E47">
              <w:rPr>
                <w:rFonts w:ascii="Corbel" w:hAnsi="Corbel"/>
                <w:sz w:val="24"/>
                <w:szCs w:val="24"/>
                <w:lang w:val="pl-PL"/>
              </w:rPr>
              <w:t xml:space="preserve">Wydawnictwo </w:t>
            </w:r>
            <w:r w:rsidR="00323E47" w:rsidRPr="00323E47">
              <w:rPr>
                <w:rFonts w:ascii="Corbel" w:hAnsi="Corbel"/>
                <w:sz w:val="24"/>
                <w:szCs w:val="24"/>
                <w:lang w:val="pl-PL"/>
              </w:rPr>
              <w:t xml:space="preserve">Katolickiego Uniwersytetu Lubelskiego. </w:t>
            </w:r>
          </w:p>
          <w:p w14:paraId="12062E35" w14:textId="187C632D" w:rsidR="00DB792F" w:rsidRPr="00323E47" w:rsidRDefault="00192081" w:rsidP="00192081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323E47">
              <w:rPr>
                <w:rFonts w:ascii="Corbel" w:hAnsi="Corbel"/>
                <w:sz w:val="24"/>
                <w:szCs w:val="24"/>
              </w:rPr>
              <w:t>Tobiasz-Adamczyk B.</w:t>
            </w:r>
            <w:r w:rsidR="00323E47" w:rsidRPr="00323E47">
              <w:rPr>
                <w:rFonts w:ascii="Corbel" w:hAnsi="Corbel"/>
                <w:sz w:val="24"/>
                <w:szCs w:val="24"/>
              </w:rPr>
              <w:t xml:space="preserve"> (2000).</w:t>
            </w:r>
            <w:r w:rsidRPr="00323E4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23E47">
              <w:rPr>
                <w:rFonts w:ascii="Corbel" w:hAnsi="Corbel"/>
                <w:i/>
                <w:sz w:val="24"/>
                <w:szCs w:val="24"/>
              </w:rPr>
              <w:t>Wybrane elementy socjologii zdrowia i choroby</w:t>
            </w:r>
            <w:r w:rsidR="00323E47" w:rsidRPr="00323E47"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323E47">
              <w:rPr>
                <w:rFonts w:ascii="Corbel" w:hAnsi="Corbel"/>
                <w:sz w:val="24"/>
                <w:szCs w:val="24"/>
              </w:rPr>
              <w:t xml:space="preserve"> Kraków</w:t>
            </w:r>
            <w:r w:rsidR="00323E47" w:rsidRPr="00323E47">
              <w:rPr>
                <w:rFonts w:ascii="Corbel" w:hAnsi="Corbel"/>
                <w:sz w:val="24"/>
                <w:szCs w:val="24"/>
              </w:rPr>
              <w:t xml:space="preserve">: </w:t>
            </w:r>
            <w:r w:rsidR="00323E47" w:rsidRPr="00323E47">
              <w:rPr>
                <w:rFonts w:ascii="Corbel" w:hAnsi="Corbel"/>
                <w:sz w:val="24"/>
                <w:szCs w:val="24"/>
                <w:shd w:val="clear" w:color="auto" w:fill="FFFFFF"/>
              </w:rPr>
              <w:t>Wydaw</w:t>
            </w:r>
            <w:r w:rsidR="00323E47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nictwo </w:t>
            </w:r>
            <w:r w:rsidR="00323E47" w:rsidRPr="00323E47">
              <w:rPr>
                <w:rFonts w:ascii="Corbel" w:hAnsi="Corbel"/>
                <w:sz w:val="24"/>
                <w:szCs w:val="24"/>
                <w:shd w:val="clear" w:color="auto" w:fill="FFFFFF"/>
              </w:rPr>
              <w:t>Uniwersytetu Jagiellońskiego</w:t>
            </w:r>
            <w:r w:rsidR="00323E47">
              <w:rPr>
                <w:rFonts w:ascii="Corbel" w:hAnsi="Corbel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85747A" w:rsidRPr="00CE6A47" w14:paraId="79AF9E34" w14:textId="77777777" w:rsidTr="00E85638">
        <w:trPr>
          <w:trHeight w:val="397"/>
        </w:trPr>
        <w:tc>
          <w:tcPr>
            <w:tcW w:w="8931" w:type="dxa"/>
          </w:tcPr>
          <w:p w14:paraId="0B2F6557" w14:textId="77777777" w:rsidR="0085747A" w:rsidRPr="00CE6A4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6A4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78627D3" w14:textId="70E942AC" w:rsidR="00323E47" w:rsidRPr="00CE6A47" w:rsidRDefault="00323E47" w:rsidP="00323E47">
            <w:pPr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CE6A47">
              <w:rPr>
                <w:rFonts w:ascii="Corbel" w:hAnsi="Corbel"/>
                <w:sz w:val="24"/>
                <w:szCs w:val="24"/>
              </w:rPr>
              <w:t>Jakubowska</w:t>
            </w:r>
            <w:r>
              <w:rPr>
                <w:rFonts w:ascii="Corbel" w:hAnsi="Corbel"/>
                <w:sz w:val="24"/>
                <w:szCs w:val="24"/>
              </w:rPr>
              <w:t xml:space="preserve"> H.</w:t>
            </w:r>
            <w:r w:rsidR="00A74C51">
              <w:rPr>
                <w:rFonts w:ascii="Corbel" w:hAnsi="Corbel"/>
                <w:sz w:val="24"/>
                <w:szCs w:val="24"/>
              </w:rPr>
              <w:t xml:space="preserve"> (2009).</w:t>
            </w:r>
            <w:r w:rsidRPr="00CE6A4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E6A47">
              <w:rPr>
                <w:rFonts w:ascii="Corbel" w:hAnsi="Corbel"/>
                <w:i/>
                <w:sz w:val="24"/>
                <w:szCs w:val="24"/>
              </w:rPr>
              <w:t>Socjologia ciała</w:t>
            </w:r>
            <w:r w:rsidR="00A74C51">
              <w:rPr>
                <w:rFonts w:ascii="Corbel" w:hAnsi="Corbel"/>
                <w:i/>
                <w:sz w:val="24"/>
                <w:szCs w:val="24"/>
              </w:rPr>
              <w:t xml:space="preserve">. </w:t>
            </w:r>
            <w:r w:rsidRPr="00CE6A47">
              <w:rPr>
                <w:rFonts w:ascii="Corbel" w:hAnsi="Corbel"/>
                <w:sz w:val="24"/>
                <w:szCs w:val="24"/>
              </w:rPr>
              <w:t>Poznań</w:t>
            </w:r>
            <w:r w:rsidR="00A74C51">
              <w:rPr>
                <w:rFonts w:ascii="Corbel" w:hAnsi="Corbel"/>
                <w:sz w:val="24"/>
                <w:szCs w:val="24"/>
              </w:rPr>
              <w:t xml:space="preserve">: Wydawnictwo Naukowe </w:t>
            </w:r>
            <w:r w:rsidRPr="00CE6A47">
              <w:rPr>
                <w:rFonts w:ascii="Corbel" w:hAnsi="Corbel"/>
                <w:sz w:val="24"/>
                <w:szCs w:val="24"/>
              </w:rPr>
              <w:t>UAM</w:t>
            </w:r>
            <w:r w:rsidR="00A74C51">
              <w:rPr>
                <w:rFonts w:ascii="Corbel" w:hAnsi="Corbel"/>
                <w:sz w:val="24"/>
                <w:szCs w:val="24"/>
              </w:rPr>
              <w:t>.</w:t>
            </w:r>
          </w:p>
          <w:p w14:paraId="70B2B027" w14:textId="58EA7B4C" w:rsidR="00323E47" w:rsidRPr="00CE6A47" w:rsidRDefault="00323E47" w:rsidP="00323E47">
            <w:pPr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CE6A47">
              <w:rPr>
                <w:rFonts w:ascii="Corbel" w:hAnsi="Corbel"/>
                <w:sz w:val="24"/>
                <w:szCs w:val="24"/>
              </w:rPr>
              <w:t>Ogryzko</w:t>
            </w:r>
            <w:proofErr w:type="spellEnd"/>
            <w:r w:rsidRPr="00CE6A47">
              <w:rPr>
                <w:rFonts w:ascii="Corbel" w:hAnsi="Corbel"/>
                <w:sz w:val="24"/>
                <w:szCs w:val="24"/>
              </w:rPr>
              <w:t>-Wiewiórkowska M.</w:t>
            </w:r>
            <w:r w:rsidR="00A74C51">
              <w:rPr>
                <w:rFonts w:ascii="Corbel" w:hAnsi="Corbel"/>
                <w:sz w:val="24"/>
                <w:szCs w:val="24"/>
              </w:rPr>
              <w:t xml:space="preserve"> (1989).</w:t>
            </w:r>
            <w:r w:rsidRPr="00CE6A4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E6A47">
              <w:rPr>
                <w:rFonts w:ascii="Corbel" w:hAnsi="Corbel"/>
                <w:i/>
                <w:sz w:val="24"/>
                <w:szCs w:val="24"/>
              </w:rPr>
              <w:t>Socjologia medycyny</w:t>
            </w:r>
            <w:r w:rsidRPr="00CE6A47">
              <w:rPr>
                <w:rFonts w:ascii="Corbel" w:hAnsi="Corbel"/>
                <w:sz w:val="24"/>
                <w:szCs w:val="24"/>
              </w:rPr>
              <w:t>, Lublin</w:t>
            </w:r>
            <w:r w:rsidR="00A74C51">
              <w:rPr>
                <w:rFonts w:ascii="Corbel" w:hAnsi="Corbel"/>
                <w:sz w:val="24"/>
                <w:szCs w:val="24"/>
              </w:rPr>
              <w:t xml:space="preserve">: </w:t>
            </w:r>
            <w:r w:rsidR="00A74C51" w:rsidRPr="00323E47">
              <w:rPr>
                <w:rFonts w:ascii="Corbel" w:hAnsi="Corbel"/>
                <w:sz w:val="24"/>
                <w:szCs w:val="24"/>
              </w:rPr>
              <w:t>Wydawnictwo Uniwersytetu Marii Curie-Skłodowskiej.</w:t>
            </w:r>
          </w:p>
          <w:p w14:paraId="121CB498" w14:textId="08691C18" w:rsidR="00323E47" w:rsidRPr="00CE6A47" w:rsidRDefault="00323E47" w:rsidP="00323E47">
            <w:pPr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CE6A47">
              <w:rPr>
                <w:rFonts w:ascii="Corbel" w:hAnsi="Corbel"/>
                <w:sz w:val="24"/>
                <w:szCs w:val="24"/>
              </w:rPr>
              <w:t>Ostrowska A.</w:t>
            </w:r>
            <w:r w:rsidR="00A74C51">
              <w:rPr>
                <w:rFonts w:ascii="Corbel" w:hAnsi="Corbel"/>
                <w:sz w:val="24"/>
                <w:szCs w:val="24"/>
              </w:rPr>
              <w:t xml:space="preserve"> (2009).</w:t>
            </w:r>
            <w:r w:rsidRPr="00CE6A4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E6A47">
              <w:rPr>
                <w:rFonts w:ascii="Corbel" w:hAnsi="Corbel"/>
                <w:i/>
                <w:sz w:val="24"/>
                <w:szCs w:val="24"/>
              </w:rPr>
              <w:t>Socjologia medycyny</w:t>
            </w:r>
            <w:r w:rsidR="00A74C51">
              <w:rPr>
                <w:rFonts w:ascii="Corbel" w:hAnsi="Corbel"/>
                <w:i/>
                <w:sz w:val="24"/>
                <w:szCs w:val="24"/>
              </w:rPr>
              <w:t xml:space="preserve">: podejmowane problemy, kategorie analizy. </w:t>
            </w:r>
            <w:r w:rsidRPr="00CE6A47">
              <w:rPr>
                <w:rFonts w:ascii="Corbel" w:hAnsi="Corbel"/>
                <w:sz w:val="24"/>
                <w:szCs w:val="24"/>
              </w:rPr>
              <w:t>Warszawa</w:t>
            </w:r>
            <w:r w:rsidR="00A74C51">
              <w:rPr>
                <w:rFonts w:ascii="Corbel" w:hAnsi="Corbel"/>
                <w:sz w:val="24"/>
                <w:szCs w:val="24"/>
              </w:rPr>
              <w:t xml:space="preserve">: </w:t>
            </w:r>
            <w:proofErr w:type="spellStart"/>
            <w:r w:rsidR="00A74C51">
              <w:rPr>
                <w:rFonts w:ascii="Corbel" w:hAnsi="Corbel"/>
                <w:sz w:val="24"/>
                <w:szCs w:val="24"/>
              </w:rPr>
              <w:t>IFiS</w:t>
            </w:r>
            <w:proofErr w:type="spellEnd"/>
            <w:r w:rsidR="00A74C51">
              <w:rPr>
                <w:rFonts w:ascii="Corbel" w:hAnsi="Corbel"/>
                <w:sz w:val="24"/>
                <w:szCs w:val="24"/>
              </w:rPr>
              <w:t xml:space="preserve"> PAN.</w:t>
            </w:r>
          </w:p>
          <w:p w14:paraId="7248D866" w14:textId="0DBB9034" w:rsidR="00323E47" w:rsidRPr="00CE6A47" w:rsidRDefault="00323E47" w:rsidP="00323E4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CE6A47">
              <w:rPr>
                <w:rFonts w:ascii="Corbel" w:hAnsi="Corbel"/>
                <w:sz w:val="24"/>
                <w:szCs w:val="24"/>
              </w:rPr>
              <w:t>strowska A.</w:t>
            </w:r>
            <w:r w:rsidR="00A74C51">
              <w:rPr>
                <w:rFonts w:ascii="Corbel" w:hAnsi="Corbel"/>
                <w:sz w:val="24"/>
                <w:szCs w:val="24"/>
              </w:rPr>
              <w:t xml:space="preserve"> (1997).</w:t>
            </w:r>
            <w:r w:rsidRPr="00CE6A4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E6A47">
              <w:rPr>
                <w:rFonts w:ascii="Corbel" w:hAnsi="Corbel"/>
                <w:i/>
                <w:sz w:val="24"/>
                <w:szCs w:val="24"/>
              </w:rPr>
              <w:t>Śmierć w doświadczeniu jednostki i społeczeństwa</w:t>
            </w:r>
            <w:r w:rsidR="00A74C51"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CE6A47">
              <w:rPr>
                <w:rFonts w:ascii="Corbel" w:hAnsi="Corbel"/>
                <w:sz w:val="24"/>
                <w:szCs w:val="24"/>
              </w:rPr>
              <w:t xml:space="preserve"> Warszawa</w:t>
            </w:r>
            <w:r w:rsidR="00A74C51">
              <w:rPr>
                <w:rFonts w:ascii="Corbel" w:hAnsi="Corbel"/>
                <w:sz w:val="24"/>
                <w:szCs w:val="24"/>
              </w:rPr>
              <w:t xml:space="preserve">: </w:t>
            </w:r>
            <w:proofErr w:type="spellStart"/>
            <w:r w:rsidR="00A74C51">
              <w:rPr>
                <w:rFonts w:ascii="Corbel" w:hAnsi="Corbel"/>
                <w:sz w:val="24"/>
                <w:szCs w:val="24"/>
              </w:rPr>
              <w:t>IFiS</w:t>
            </w:r>
            <w:proofErr w:type="spellEnd"/>
            <w:r w:rsidR="00A74C51">
              <w:rPr>
                <w:rFonts w:ascii="Corbel" w:hAnsi="Corbel"/>
                <w:sz w:val="24"/>
                <w:szCs w:val="24"/>
              </w:rPr>
              <w:t xml:space="preserve"> PAN.</w:t>
            </w:r>
          </w:p>
          <w:p w14:paraId="7036999A" w14:textId="3F3379CA" w:rsidR="00011BE5" w:rsidRPr="00A74C51" w:rsidRDefault="00323E47" w:rsidP="00A74C51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  <w:lang w:val="pl-PL"/>
              </w:rPr>
            </w:pPr>
            <w:proofErr w:type="spellStart"/>
            <w:r w:rsidRPr="00CE6A47">
              <w:rPr>
                <w:rFonts w:ascii="Corbel" w:hAnsi="Corbel"/>
                <w:sz w:val="24"/>
                <w:szCs w:val="24"/>
              </w:rPr>
              <w:t>Zbyrad</w:t>
            </w:r>
            <w:proofErr w:type="spellEnd"/>
            <w:r w:rsidRPr="00CE6A47">
              <w:rPr>
                <w:rFonts w:ascii="Corbel" w:hAnsi="Corbel"/>
                <w:sz w:val="24"/>
                <w:szCs w:val="24"/>
              </w:rPr>
              <w:t xml:space="preserve"> T.</w:t>
            </w:r>
            <w:r w:rsidR="00A74C51">
              <w:rPr>
                <w:rFonts w:ascii="Corbel" w:hAnsi="Corbel"/>
                <w:sz w:val="24"/>
                <w:szCs w:val="24"/>
              </w:rPr>
              <w:t xml:space="preserve"> (2008).</w:t>
            </w:r>
            <w:r w:rsidRPr="00CE6A4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E6A47">
              <w:rPr>
                <w:rFonts w:ascii="Corbel" w:hAnsi="Corbel"/>
                <w:i/>
                <w:sz w:val="24"/>
                <w:szCs w:val="24"/>
              </w:rPr>
              <w:t>Wypalenie zawodowe pracowników służb społecznych</w:t>
            </w:r>
            <w:r w:rsidR="00A74C51"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CE6A47">
              <w:rPr>
                <w:rFonts w:ascii="Corbel" w:hAnsi="Corbel"/>
                <w:sz w:val="24"/>
                <w:szCs w:val="24"/>
              </w:rPr>
              <w:t xml:space="preserve"> </w:t>
            </w:r>
            <w:r w:rsidR="00A74C51">
              <w:rPr>
                <w:rFonts w:ascii="Corbel" w:hAnsi="Corbel"/>
                <w:sz w:val="24"/>
                <w:szCs w:val="24"/>
              </w:rPr>
              <w:t xml:space="preserve">Lublin: </w:t>
            </w:r>
            <w:r w:rsidR="00A74C51" w:rsidRPr="00323E47">
              <w:rPr>
                <w:rFonts w:ascii="Corbel" w:hAnsi="Corbel"/>
                <w:sz w:val="24"/>
                <w:szCs w:val="24"/>
                <w:lang w:val="pl-PL"/>
              </w:rPr>
              <w:t xml:space="preserve">Wydawnictwo Katolickiego Uniwersytetu Lubelskiego. </w:t>
            </w:r>
          </w:p>
        </w:tc>
      </w:tr>
    </w:tbl>
    <w:p w14:paraId="61553B6E" w14:textId="77777777" w:rsidR="0085747A" w:rsidRPr="00CE6A47" w:rsidRDefault="0085747A" w:rsidP="00657BE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D5E59F" w14:textId="77777777" w:rsidR="0085747A" w:rsidRPr="00CE6A47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E6A4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E6A47" w:rsidSect="0085747A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2A2795" w14:textId="77777777" w:rsidR="009C6E24" w:rsidRDefault="009C6E24" w:rsidP="00C16ABF">
      <w:pPr>
        <w:spacing w:after="0" w:line="240" w:lineRule="auto"/>
      </w:pPr>
      <w:r>
        <w:separator/>
      </w:r>
    </w:p>
  </w:endnote>
  <w:endnote w:type="continuationSeparator" w:id="0">
    <w:p w14:paraId="493714FC" w14:textId="77777777" w:rsidR="009C6E24" w:rsidRDefault="009C6E2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13316412"/>
      <w:docPartObj>
        <w:docPartGallery w:val="Page Numbers (Bottom of Page)"/>
        <w:docPartUnique/>
      </w:docPartObj>
    </w:sdtPr>
    <w:sdtContent>
      <w:p w14:paraId="46F05F42" w14:textId="5A213D34" w:rsidR="00192081" w:rsidRDefault="0019208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53E34FDD" w14:textId="77777777" w:rsidR="00192081" w:rsidRDefault="001920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8A42D6" w14:textId="77777777" w:rsidR="009C6E24" w:rsidRDefault="009C6E24" w:rsidP="00C16ABF">
      <w:pPr>
        <w:spacing w:after="0" w:line="240" w:lineRule="auto"/>
      </w:pPr>
      <w:r>
        <w:separator/>
      </w:r>
    </w:p>
  </w:footnote>
  <w:footnote w:type="continuationSeparator" w:id="0">
    <w:p w14:paraId="254B2610" w14:textId="77777777" w:rsidR="009C6E24" w:rsidRDefault="009C6E24" w:rsidP="00C16ABF">
      <w:pPr>
        <w:spacing w:after="0" w:line="240" w:lineRule="auto"/>
      </w:pPr>
      <w:r>
        <w:continuationSeparator/>
      </w:r>
    </w:p>
  </w:footnote>
  <w:footnote w:id="1">
    <w:p w14:paraId="5641965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DFF0DC3"/>
    <w:multiLevelType w:val="hybridMultilevel"/>
    <w:tmpl w:val="68BEB0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1A4E2D"/>
    <w:multiLevelType w:val="hybridMultilevel"/>
    <w:tmpl w:val="0AE2E1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2C2C4A"/>
    <w:multiLevelType w:val="hybridMultilevel"/>
    <w:tmpl w:val="0428C560"/>
    <w:lvl w:ilvl="0" w:tplc="AB4C1050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6904BC"/>
    <w:multiLevelType w:val="hybridMultilevel"/>
    <w:tmpl w:val="68BEB0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0421"/>
    <w:rsid w:val="000048FD"/>
    <w:rsid w:val="000077B4"/>
    <w:rsid w:val="00011BE5"/>
    <w:rsid w:val="00015B8F"/>
    <w:rsid w:val="00022ECE"/>
    <w:rsid w:val="0003530B"/>
    <w:rsid w:val="00036C8C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CB3"/>
    <w:rsid w:val="000B3E37"/>
    <w:rsid w:val="000D04B0"/>
    <w:rsid w:val="000D542D"/>
    <w:rsid w:val="000E0D0B"/>
    <w:rsid w:val="000E2FD9"/>
    <w:rsid w:val="000E46AE"/>
    <w:rsid w:val="000F1C57"/>
    <w:rsid w:val="000F5615"/>
    <w:rsid w:val="001002C9"/>
    <w:rsid w:val="00124BFF"/>
    <w:rsid w:val="0012560E"/>
    <w:rsid w:val="00127108"/>
    <w:rsid w:val="00134B13"/>
    <w:rsid w:val="00144C2A"/>
    <w:rsid w:val="00146BC0"/>
    <w:rsid w:val="00151A27"/>
    <w:rsid w:val="00153C41"/>
    <w:rsid w:val="00154381"/>
    <w:rsid w:val="001640A7"/>
    <w:rsid w:val="00164FA7"/>
    <w:rsid w:val="00166A03"/>
    <w:rsid w:val="001718A7"/>
    <w:rsid w:val="001737CF"/>
    <w:rsid w:val="00176083"/>
    <w:rsid w:val="001861A7"/>
    <w:rsid w:val="00192081"/>
    <w:rsid w:val="00192F37"/>
    <w:rsid w:val="001A70D2"/>
    <w:rsid w:val="001A7702"/>
    <w:rsid w:val="001B7ADB"/>
    <w:rsid w:val="001D657B"/>
    <w:rsid w:val="001D7B54"/>
    <w:rsid w:val="001E0209"/>
    <w:rsid w:val="001F1636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437"/>
    <w:rsid w:val="002B5EA0"/>
    <w:rsid w:val="002B6119"/>
    <w:rsid w:val="002C1F06"/>
    <w:rsid w:val="002C2B80"/>
    <w:rsid w:val="002D0A5E"/>
    <w:rsid w:val="002D3375"/>
    <w:rsid w:val="002D73D4"/>
    <w:rsid w:val="002F02A3"/>
    <w:rsid w:val="002F4ABE"/>
    <w:rsid w:val="003018BA"/>
    <w:rsid w:val="0030395F"/>
    <w:rsid w:val="00305C92"/>
    <w:rsid w:val="00312B9C"/>
    <w:rsid w:val="003151C5"/>
    <w:rsid w:val="00322BE9"/>
    <w:rsid w:val="00323E47"/>
    <w:rsid w:val="003343CF"/>
    <w:rsid w:val="00334549"/>
    <w:rsid w:val="00346FE9"/>
    <w:rsid w:val="0034759A"/>
    <w:rsid w:val="003503F6"/>
    <w:rsid w:val="003530DD"/>
    <w:rsid w:val="0035626D"/>
    <w:rsid w:val="00363F78"/>
    <w:rsid w:val="00373762"/>
    <w:rsid w:val="003A0A5B"/>
    <w:rsid w:val="003A1176"/>
    <w:rsid w:val="003A6A80"/>
    <w:rsid w:val="003C0BAE"/>
    <w:rsid w:val="003D18A9"/>
    <w:rsid w:val="003D1C7B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46FA"/>
    <w:rsid w:val="00490F7D"/>
    <w:rsid w:val="00491678"/>
    <w:rsid w:val="00496008"/>
    <w:rsid w:val="004968E2"/>
    <w:rsid w:val="004A3EEA"/>
    <w:rsid w:val="004A4D1F"/>
    <w:rsid w:val="004B0FE7"/>
    <w:rsid w:val="004D5282"/>
    <w:rsid w:val="004E204B"/>
    <w:rsid w:val="004F1551"/>
    <w:rsid w:val="004F1567"/>
    <w:rsid w:val="004F55A3"/>
    <w:rsid w:val="0050496F"/>
    <w:rsid w:val="0051321B"/>
    <w:rsid w:val="00513B6F"/>
    <w:rsid w:val="00517C63"/>
    <w:rsid w:val="005363C4"/>
    <w:rsid w:val="00536BDE"/>
    <w:rsid w:val="00543ACC"/>
    <w:rsid w:val="0056696D"/>
    <w:rsid w:val="00593EFD"/>
    <w:rsid w:val="00594658"/>
    <w:rsid w:val="0059484D"/>
    <w:rsid w:val="005A0855"/>
    <w:rsid w:val="005A0D63"/>
    <w:rsid w:val="005A133C"/>
    <w:rsid w:val="005A3196"/>
    <w:rsid w:val="005B62F7"/>
    <w:rsid w:val="005C080F"/>
    <w:rsid w:val="005C55E5"/>
    <w:rsid w:val="005C696A"/>
    <w:rsid w:val="005E4A62"/>
    <w:rsid w:val="005E6E85"/>
    <w:rsid w:val="005F31D2"/>
    <w:rsid w:val="005F474E"/>
    <w:rsid w:val="0061029B"/>
    <w:rsid w:val="00614F06"/>
    <w:rsid w:val="00617230"/>
    <w:rsid w:val="00621CE1"/>
    <w:rsid w:val="00627FC9"/>
    <w:rsid w:val="006446B5"/>
    <w:rsid w:val="00647FA8"/>
    <w:rsid w:val="00650C5F"/>
    <w:rsid w:val="00653270"/>
    <w:rsid w:val="00654934"/>
    <w:rsid w:val="00657BEE"/>
    <w:rsid w:val="006620D9"/>
    <w:rsid w:val="00671958"/>
    <w:rsid w:val="00671FD7"/>
    <w:rsid w:val="00675843"/>
    <w:rsid w:val="00696477"/>
    <w:rsid w:val="006D050F"/>
    <w:rsid w:val="006D1B82"/>
    <w:rsid w:val="006D6139"/>
    <w:rsid w:val="006E5D65"/>
    <w:rsid w:val="006F1282"/>
    <w:rsid w:val="006F1FBC"/>
    <w:rsid w:val="006F31E2"/>
    <w:rsid w:val="006F6007"/>
    <w:rsid w:val="00706544"/>
    <w:rsid w:val="007072BA"/>
    <w:rsid w:val="00711EB8"/>
    <w:rsid w:val="0071620A"/>
    <w:rsid w:val="00724677"/>
    <w:rsid w:val="00725459"/>
    <w:rsid w:val="007327BD"/>
    <w:rsid w:val="007343B5"/>
    <w:rsid w:val="00734608"/>
    <w:rsid w:val="00743A5F"/>
    <w:rsid w:val="00745302"/>
    <w:rsid w:val="007461D6"/>
    <w:rsid w:val="00746EC8"/>
    <w:rsid w:val="00763BF1"/>
    <w:rsid w:val="00766FD4"/>
    <w:rsid w:val="0077748C"/>
    <w:rsid w:val="0078168C"/>
    <w:rsid w:val="007831BD"/>
    <w:rsid w:val="00787C2A"/>
    <w:rsid w:val="00790E27"/>
    <w:rsid w:val="007936AB"/>
    <w:rsid w:val="007A4022"/>
    <w:rsid w:val="007A6E6E"/>
    <w:rsid w:val="007C3299"/>
    <w:rsid w:val="007C3BCC"/>
    <w:rsid w:val="007C4546"/>
    <w:rsid w:val="007C7E9E"/>
    <w:rsid w:val="007D6E56"/>
    <w:rsid w:val="007F4155"/>
    <w:rsid w:val="0081463A"/>
    <w:rsid w:val="0081554D"/>
    <w:rsid w:val="0081707E"/>
    <w:rsid w:val="00841766"/>
    <w:rsid w:val="008449B3"/>
    <w:rsid w:val="00854688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76A1"/>
    <w:rsid w:val="008C7AE2"/>
    <w:rsid w:val="008D3DFB"/>
    <w:rsid w:val="008D4C49"/>
    <w:rsid w:val="008E2F32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6E24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648"/>
    <w:rsid w:val="00A74C51"/>
    <w:rsid w:val="00A84C85"/>
    <w:rsid w:val="00A97DE1"/>
    <w:rsid w:val="00AB053C"/>
    <w:rsid w:val="00AC576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1596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4928"/>
    <w:rsid w:val="00C26CB7"/>
    <w:rsid w:val="00C324C1"/>
    <w:rsid w:val="00C36992"/>
    <w:rsid w:val="00C51576"/>
    <w:rsid w:val="00C56036"/>
    <w:rsid w:val="00C61DC5"/>
    <w:rsid w:val="00C67E92"/>
    <w:rsid w:val="00C70A26"/>
    <w:rsid w:val="00C72F62"/>
    <w:rsid w:val="00C76636"/>
    <w:rsid w:val="00C766DF"/>
    <w:rsid w:val="00C94B98"/>
    <w:rsid w:val="00CA2B96"/>
    <w:rsid w:val="00CA5089"/>
    <w:rsid w:val="00CA56E5"/>
    <w:rsid w:val="00CD6897"/>
    <w:rsid w:val="00CE5BAC"/>
    <w:rsid w:val="00CE6A47"/>
    <w:rsid w:val="00CF25BE"/>
    <w:rsid w:val="00CF78ED"/>
    <w:rsid w:val="00D02B25"/>
    <w:rsid w:val="00D02EBA"/>
    <w:rsid w:val="00D11646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792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85638"/>
    <w:rsid w:val="00E960BB"/>
    <w:rsid w:val="00EA02FC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17711"/>
    <w:rsid w:val="00F27A7B"/>
    <w:rsid w:val="00F526AF"/>
    <w:rsid w:val="00F617C3"/>
    <w:rsid w:val="00F6684E"/>
    <w:rsid w:val="00F7066B"/>
    <w:rsid w:val="00F83B28"/>
    <w:rsid w:val="00F974DA"/>
    <w:rsid w:val="00FA46E5"/>
    <w:rsid w:val="00FB7DBA"/>
    <w:rsid w:val="00FC1C25"/>
    <w:rsid w:val="00FC1D80"/>
    <w:rsid w:val="00FC3F45"/>
    <w:rsid w:val="00FD018E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18528"/>
  <w15:chartTrackingRefBased/>
  <w15:docId w15:val="{3ED3CA26-B739-4D1F-A628-419C4DD5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rsid w:val="003D1C7B"/>
  </w:style>
  <w:style w:type="character" w:styleId="Odwoaniedokomentarza">
    <w:name w:val="annotation reference"/>
    <w:uiPriority w:val="99"/>
    <w:semiHidden/>
    <w:unhideWhenUsed/>
    <w:rsid w:val="001002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02C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1002C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02C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002C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13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C60BF08-A1F5-4012-B514-9FFA00B2AE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F3EBFB7-A4D1-48CC-A9BA-164917A708AA}"/>
</file>

<file path=customXml/itemProps3.xml><?xml version="1.0" encoding="utf-8"?>
<ds:datastoreItem xmlns:ds="http://schemas.openxmlformats.org/officeDocument/2006/customXml" ds:itemID="{E39899F6-DFB8-4021-8DBD-6C30EA7F80BE}"/>
</file>

<file path=customXml/itemProps4.xml><?xml version="1.0" encoding="utf-8"?>
<ds:datastoreItem xmlns:ds="http://schemas.openxmlformats.org/officeDocument/2006/customXml" ds:itemID="{5EC280BC-D4B0-42F2-85CB-33E24E830B0B}"/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181</TotalTime>
  <Pages>5</Pages>
  <Words>1174</Words>
  <Characters>7044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Krzysztof Jamroży</cp:lastModifiedBy>
  <cp:revision>10</cp:revision>
  <cp:lastPrinted>2019-02-06T13:12:00Z</cp:lastPrinted>
  <dcterms:created xsi:type="dcterms:W3CDTF">2020-11-02T10:42:00Z</dcterms:created>
  <dcterms:modified xsi:type="dcterms:W3CDTF">2021-09-22T12:21:00Z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